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6F55A7">
        <w:rPr>
          <w:b/>
          <w:sz w:val="22"/>
          <w:szCs w:val="22"/>
        </w:rPr>
        <w:t>трав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6F55A7">
        <w:rPr>
          <w:b/>
          <w:sz w:val="22"/>
          <w:szCs w:val="22"/>
        </w:rPr>
        <w:t>5</w:t>
      </w:r>
      <w:r w:rsidRPr="003A09B3">
        <w:rPr>
          <w:b/>
          <w:sz w:val="22"/>
          <w:szCs w:val="22"/>
        </w:rPr>
        <w:t xml:space="preserve"> місяці</w:t>
      </w:r>
      <w:r w:rsidR="006F55A7">
        <w:rPr>
          <w:b/>
          <w:sz w:val="22"/>
          <w:szCs w:val="22"/>
        </w:rPr>
        <w:t>в</w:t>
      </w:r>
      <w:r w:rsidRPr="003A09B3">
        <w:rPr>
          <w:b/>
          <w:sz w:val="22"/>
          <w:szCs w:val="22"/>
        </w:rPr>
        <w:t xml:space="preserve">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6F55A7">
        <w:rPr>
          <w:b/>
          <w:sz w:val="22"/>
          <w:szCs w:val="22"/>
        </w:rPr>
        <w:t>трав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(+/-))</w:t>
      </w:r>
    </w:p>
    <w:p w:rsidR="003A09B3" w:rsidRDefault="003A09B3" w:rsidP="003A09B3"/>
    <w:p w:rsidR="003A09B3" w:rsidRPr="003A09B3" w:rsidRDefault="003A09B3" w:rsidP="003A09B3"/>
    <w:tbl>
      <w:tblPr>
        <w:tblW w:w="15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850"/>
        <w:gridCol w:w="850"/>
        <w:gridCol w:w="8"/>
        <w:gridCol w:w="985"/>
        <w:gridCol w:w="992"/>
        <w:gridCol w:w="8"/>
        <w:gridCol w:w="1126"/>
        <w:gridCol w:w="8"/>
      </w:tblGrid>
      <w:tr w:rsidR="00751A73" w:rsidRPr="004E5039" w:rsidTr="00764F9F"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764F9F"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6F55A7">
              <w:rPr>
                <w:b/>
                <w:sz w:val="16"/>
                <w:szCs w:val="16"/>
              </w:rPr>
              <w:t>трав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6F55A7">
              <w:rPr>
                <w:b/>
                <w:sz w:val="16"/>
                <w:szCs w:val="16"/>
              </w:rPr>
              <w:t>трав</w:t>
            </w:r>
            <w:r w:rsidR="005C23D4">
              <w:rPr>
                <w:b/>
                <w:sz w:val="16"/>
                <w:szCs w:val="16"/>
              </w:rPr>
              <w:t>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6F55A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6F55A7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764F9F"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4E5039" w:rsidTr="00764F9F"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824EA4" w:rsidRPr="00F8143C" w:rsidRDefault="00824EA4" w:rsidP="00824EA4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824EA4" w:rsidRPr="003A09B3" w:rsidRDefault="00824EA4" w:rsidP="00824EA4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 w:rsidRPr="00FF2CC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413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339</w:t>
            </w:r>
          </w:p>
        </w:tc>
        <w:tc>
          <w:tcPr>
            <w:tcW w:w="1134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-17</w:t>
            </w:r>
            <w:r>
              <w:rPr>
                <w:sz w:val="24"/>
                <w:szCs w:val="24"/>
                <w:lang w:val="en-US"/>
              </w:rPr>
              <w:t>,9%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1285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2,30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158D9">
              <w:rPr>
                <w:sz w:val="22"/>
                <w:szCs w:val="22"/>
              </w:rPr>
              <w:t>26</w:t>
            </w:r>
            <w:r w:rsidRPr="00C158D9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6</w:t>
            </w:r>
            <w:r w:rsidRPr="00C158D9">
              <w:rPr>
                <w:sz w:val="22"/>
                <w:szCs w:val="22"/>
              </w:rPr>
              <w:t>%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B32FE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-7</w:t>
            </w:r>
            <w:r>
              <w:rPr>
                <w:sz w:val="24"/>
                <w:szCs w:val="24"/>
              </w:rPr>
              <w:t>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-43%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-44%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1784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1946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C158D9" w:rsidRDefault="00824EA4" w:rsidP="00824EA4">
            <w:pPr>
              <w:jc w:val="center"/>
              <w:rPr>
                <w:sz w:val="22"/>
                <w:szCs w:val="22"/>
              </w:rPr>
            </w:pPr>
            <w:r w:rsidRPr="00C158D9">
              <w:rPr>
                <w:sz w:val="22"/>
                <w:szCs w:val="22"/>
              </w:rPr>
              <w:t>+9</w:t>
            </w:r>
            <w:r w:rsidRPr="00C158D9">
              <w:rPr>
                <w:sz w:val="22"/>
                <w:szCs w:val="22"/>
                <w:lang w:val="en-US"/>
              </w:rPr>
              <w:t>,</w:t>
            </w:r>
            <w:r w:rsidRPr="00C158D9">
              <w:rPr>
                <w:sz w:val="22"/>
                <w:szCs w:val="22"/>
              </w:rPr>
              <w:t>08%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7750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18,90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8811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21,49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4EA4" w:rsidRPr="00013C5B" w:rsidRDefault="00824EA4" w:rsidP="00824EA4">
            <w:pPr>
              <w:jc w:val="center"/>
              <w:rPr>
                <w:sz w:val="22"/>
                <w:szCs w:val="22"/>
              </w:rPr>
            </w:pPr>
            <w:r w:rsidRPr="00013C5B">
              <w:rPr>
                <w:sz w:val="22"/>
                <w:szCs w:val="22"/>
              </w:rPr>
              <w:t>+13</w:t>
            </w:r>
            <w:r w:rsidRPr="00013C5B">
              <w:rPr>
                <w:sz w:val="22"/>
                <w:szCs w:val="22"/>
                <w:lang w:val="en-US"/>
              </w:rPr>
              <w:t>,</w:t>
            </w:r>
            <w:r w:rsidRPr="00013C5B">
              <w:rPr>
                <w:sz w:val="22"/>
                <w:szCs w:val="22"/>
              </w:rPr>
              <w:t>6%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24EA4" w:rsidRPr="00BD65AA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335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483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3,74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5,12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013C5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8%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2466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10633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25,94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10615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25,89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013C5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17%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277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1808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4,41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1465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3,57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013C5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265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274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1642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3,53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013C5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3A5886" w:rsidRDefault="00824EA4" w:rsidP="00824EA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lastRenderedPageBreak/>
              <w:t>17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18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0,24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-2р.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AE36F9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AE36F9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C158D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3805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9,28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3A5886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9р.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0,022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824EA4" w:rsidRPr="00ED7695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24EA4" w:rsidRPr="00941EE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0,22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3A5886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4%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  <w:shd w:val="clear" w:color="auto" w:fill="auto"/>
          </w:tcPr>
          <w:p w:rsidR="00824EA4" w:rsidRPr="00A71E7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147</w:t>
            </w:r>
          </w:p>
        </w:tc>
        <w:tc>
          <w:tcPr>
            <w:tcW w:w="1134" w:type="dxa"/>
            <w:shd w:val="clear" w:color="auto" w:fill="auto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766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A3192F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1%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824EA4" w:rsidRPr="00A71E7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0,82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166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0,40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-2р.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489</w:t>
            </w:r>
          </w:p>
        </w:tc>
        <w:tc>
          <w:tcPr>
            <w:tcW w:w="992" w:type="dxa"/>
            <w:shd w:val="clear" w:color="auto" w:fill="auto"/>
          </w:tcPr>
          <w:p w:rsidR="00824EA4" w:rsidRPr="00A71E7B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507</w:t>
            </w:r>
          </w:p>
        </w:tc>
        <w:tc>
          <w:tcPr>
            <w:tcW w:w="1134" w:type="dxa"/>
            <w:shd w:val="clear" w:color="auto" w:fill="auto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2,27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1014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A3192F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9%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824EA4" w:rsidRPr="00F8143C" w:rsidRDefault="00824EA4" w:rsidP="00824EA4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1D62EF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24EA4">
              <w:rPr>
                <w:sz w:val="24"/>
                <w:szCs w:val="24"/>
              </w:rPr>
              <w:t>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010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013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A3192F" w:rsidRDefault="00824EA4" w:rsidP="00824EA4">
            <w:pPr>
              <w:jc w:val="center"/>
              <w:rPr>
                <w:sz w:val="22"/>
                <w:szCs w:val="22"/>
              </w:rPr>
            </w:pPr>
            <w:r w:rsidRPr="00A3192F">
              <w:rPr>
                <w:sz w:val="22"/>
                <w:szCs w:val="22"/>
              </w:rPr>
              <w:t>+11вип.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1134" w:type="dxa"/>
          </w:tcPr>
          <w:p w:rsidR="00824EA4" w:rsidRPr="00FF2CC8" w:rsidRDefault="00AE36F9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002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lastRenderedPageBreak/>
              <w:t>42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271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1р.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0,171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955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2,329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692252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6р.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007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005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0,012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AE36F9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рівні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44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1082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949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5281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12,88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4567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11,14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692252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1р.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640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1,56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456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1,11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692252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824EA4" w:rsidRPr="0071053C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-2р.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0,84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217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0,53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692252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211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0,51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186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0,45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855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665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4063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9,91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3682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8,98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698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1,70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658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1,60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692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556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3342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8,15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3015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7,35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028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4р.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242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196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1193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2,91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921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2,25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7%</w:t>
            </w:r>
          </w:p>
        </w:tc>
      </w:tr>
      <w:tr w:rsidR="00824EA4" w:rsidRPr="004E5039" w:rsidTr="0072272B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010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0,010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172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2%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1196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2,92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948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2,31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209</w:t>
            </w:r>
          </w:p>
        </w:tc>
        <w:tc>
          <w:tcPr>
            <w:tcW w:w="992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</w:tcPr>
          <w:p w:rsidR="00824EA4" w:rsidRPr="00CF345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bottom"/>
          </w:tcPr>
          <w:p w:rsidR="00824EA4" w:rsidRPr="007A2E17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8%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1467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3,58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1316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3,21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0,059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0,056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-1вип.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438955</w:t>
            </w:r>
          </w:p>
        </w:tc>
        <w:tc>
          <w:tcPr>
            <w:tcW w:w="992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405854</w:t>
            </w:r>
          </w:p>
        </w:tc>
        <w:tc>
          <w:tcPr>
            <w:tcW w:w="1134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824EA4" w:rsidRPr="005576B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5%</w:t>
            </w:r>
          </w:p>
        </w:tc>
        <w:tc>
          <w:tcPr>
            <w:tcW w:w="850" w:type="dxa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3023481</w:t>
            </w:r>
          </w:p>
        </w:tc>
        <w:tc>
          <w:tcPr>
            <w:tcW w:w="850" w:type="dxa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7374,76</w:t>
            </w:r>
          </w:p>
        </w:tc>
        <w:tc>
          <w:tcPr>
            <w:tcW w:w="993" w:type="dxa"/>
            <w:gridSpan w:val="2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3196901</w:t>
            </w:r>
          </w:p>
        </w:tc>
        <w:tc>
          <w:tcPr>
            <w:tcW w:w="992" w:type="dxa"/>
            <w:vAlign w:val="bottom"/>
          </w:tcPr>
          <w:p w:rsidR="00824EA4" w:rsidRPr="005576B0" w:rsidRDefault="00824EA4" w:rsidP="00824EA4">
            <w:pPr>
              <w:jc w:val="center"/>
            </w:pPr>
            <w:r w:rsidRPr="005576B0">
              <w:t>7797,76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021C39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7%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406</w:t>
            </w:r>
          </w:p>
        </w:tc>
        <w:tc>
          <w:tcPr>
            <w:tcW w:w="1134" w:type="dxa"/>
          </w:tcPr>
          <w:p w:rsidR="00824EA4" w:rsidRPr="004965B4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bottom"/>
          </w:tcPr>
          <w:p w:rsidR="00824EA4" w:rsidRPr="005576B0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7р.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17123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41,77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33199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80,98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+2р.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-4вип.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+3вип.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6153AE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FF2CC8" w:rsidRDefault="00824EA4" w:rsidP="00824EA4">
            <w:pPr>
              <w:jc w:val="center"/>
              <w:rPr>
                <w:sz w:val="24"/>
                <w:szCs w:val="24"/>
              </w:rPr>
            </w:pPr>
            <w:r w:rsidRPr="00FF2CC8">
              <w:rPr>
                <w:sz w:val="24"/>
                <w:szCs w:val="24"/>
              </w:rPr>
              <w:t>-</w:t>
            </w: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</w:pP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850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</w:tr>
      <w:tr w:rsidR="00824EA4" w:rsidRPr="004E5039" w:rsidTr="00764F9F"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824EA4" w:rsidRPr="00F8143C" w:rsidRDefault="00824EA4" w:rsidP="00824EA4">
            <w:pPr>
              <w:jc w:val="both"/>
            </w:pPr>
          </w:p>
        </w:tc>
        <w:tc>
          <w:tcPr>
            <w:tcW w:w="4398" w:type="dxa"/>
          </w:tcPr>
          <w:p w:rsidR="00824EA4" w:rsidRPr="003A09B3" w:rsidRDefault="00824EA4" w:rsidP="00824EA4">
            <w:pPr>
              <w:jc w:val="both"/>
            </w:pPr>
          </w:p>
        </w:tc>
        <w:tc>
          <w:tcPr>
            <w:tcW w:w="851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850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824EA4" w:rsidRPr="003A09B3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824EA4" w:rsidRPr="003A09B3" w:rsidRDefault="00824EA4" w:rsidP="00824EA4">
            <w:pPr>
              <w:jc w:val="center"/>
            </w:pPr>
          </w:p>
        </w:tc>
      </w:tr>
      <w:tr w:rsidR="00824EA4" w:rsidRPr="00C934BD" w:rsidTr="00764F9F">
        <w:tc>
          <w:tcPr>
            <w:tcW w:w="564" w:type="dxa"/>
            <w:shd w:val="clear" w:color="auto" w:fill="DAE9F7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C2442" w:rsidRDefault="00824EA4" w:rsidP="00824EA4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УКРАЇНА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АР Крим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Вінницька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Волинська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Дніпропетровська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Донецька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Житомирська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Закарпатська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Запорізька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Івано-Франківська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Cs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Київська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Кіровоградська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Луганська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Львівська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Миколаївська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Одеська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Полтавська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Рівненська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Сумська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Тернопільська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Харківська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Херсонська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Хмельницька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Черкаська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Чернівецька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Чернігівська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м. Київ</w:t>
            </w:r>
          </w:p>
        </w:tc>
        <w:tc>
          <w:tcPr>
            <w:tcW w:w="851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824EA4" w:rsidRPr="002C2442" w:rsidRDefault="00824EA4" w:rsidP="00824EA4">
            <w:pPr>
              <w:jc w:val="center"/>
              <w:rPr>
                <w:b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A5D23" w:rsidRDefault="00824EA4" w:rsidP="00824EA4">
            <w:r w:rsidRPr="002A5D23">
              <w:t>м. Севастополь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c>
          <w:tcPr>
            <w:tcW w:w="564" w:type="dxa"/>
            <w:shd w:val="clear" w:color="auto" w:fill="DAE9F7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C934BD" w:rsidRDefault="00824EA4" w:rsidP="00824EA4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УКРАЇНА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24EA4" w:rsidRPr="00C934BD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24EA4" w:rsidRPr="009456E0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</w:tcPr>
          <w:p w:rsidR="00824EA4" w:rsidRPr="00C934BD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824EA4" w:rsidRPr="00C934BD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24EA4" w:rsidRPr="009456E0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 w:rsidRPr="009456E0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</w:tcPr>
          <w:p w:rsidR="00824EA4" w:rsidRPr="00C934BD" w:rsidRDefault="009456E0" w:rsidP="00824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АР Крим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Вінницька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Волинська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Дніпропетровська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Донецька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Житомирська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Закарпатська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Запорізька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Івано-Франківська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Київська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Кіровоградська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Луганська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Львівська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Миколаївська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Одеська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9456E0" w:rsidP="00824E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24EA4" w:rsidRPr="00C934BD" w:rsidRDefault="009456E0" w:rsidP="00824E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</w:tcPr>
          <w:p w:rsidR="00824EA4" w:rsidRPr="009456E0" w:rsidRDefault="009456E0" w:rsidP="00824E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9456E0" w:rsidP="00824E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24EA4" w:rsidRPr="00C934BD" w:rsidRDefault="009456E0" w:rsidP="00824E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2C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gridSpan w:val="2"/>
          </w:tcPr>
          <w:p w:rsidR="00824EA4" w:rsidRPr="009456E0" w:rsidRDefault="009456E0" w:rsidP="00824EA4">
            <w:pPr>
              <w:jc w:val="center"/>
              <w:rPr>
                <w:sz w:val="22"/>
                <w:szCs w:val="22"/>
              </w:rPr>
            </w:pPr>
            <w:r w:rsidRPr="009456E0">
              <w:rPr>
                <w:sz w:val="22"/>
                <w:szCs w:val="22"/>
              </w:rPr>
              <w:t>+1вип.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Полтавська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Рівненська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Сумська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Тернопільська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Харківська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Херсонська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Хмельницька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Черкаська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Чернівецька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Чернігівська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м. Київ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>
            <w:r w:rsidRPr="00F34825">
              <w:t>м. Севастополь</w:t>
            </w: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/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/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34825" w:rsidRDefault="00824EA4" w:rsidP="00824EA4"/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trHeight w:val="132"/>
        </w:trPr>
        <w:tc>
          <w:tcPr>
            <w:tcW w:w="564" w:type="dxa"/>
            <w:shd w:val="clear" w:color="auto" w:fill="BDD6EE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824EA4" w:rsidRPr="00AB28F2" w:rsidRDefault="00824EA4" w:rsidP="00824EA4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УКРАЇНА</w:t>
            </w:r>
          </w:p>
        </w:tc>
        <w:tc>
          <w:tcPr>
            <w:tcW w:w="851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824EA4" w:rsidRPr="00AB28F2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D0398" w:rsidRDefault="00824EA4" w:rsidP="00824EA4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trHeight w:val="132"/>
        </w:trPr>
        <w:tc>
          <w:tcPr>
            <w:tcW w:w="564" w:type="dxa"/>
            <w:shd w:val="clear" w:color="auto" w:fill="BDD6EE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321" w:type="dxa"/>
            <w:gridSpan w:val="15"/>
            <w:shd w:val="clear" w:color="auto" w:fill="BDD6EE"/>
            <w:vAlign w:val="bottom"/>
          </w:tcPr>
          <w:p w:rsidR="00824EA4" w:rsidRPr="00C934BD" w:rsidRDefault="00824EA4" w:rsidP="00824EA4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50B4A">
              <w:rPr>
                <w:rFonts w:ascii="Arial CYR" w:hAnsi="Arial CYR" w:cs="Arial CYR"/>
                <w:b/>
              </w:rPr>
              <w:t>413</w:t>
            </w:r>
          </w:p>
        </w:tc>
        <w:tc>
          <w:tcPr>
            <w:tcW w:w="992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1,01</w:t>
            </w:r>
          </w:p>
        </w:tc>
        <w:tc>
          <w:tcPr>
            <w:tcW w:w="993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339</w:t>
            </w:r>
          </w:p>
        </w:tc>
        <w:tc>
          <w:tcPr>
            <w:tcW w:w="1134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0,83</w:t>
            </w:r>
          </w:p>
        </w:tc>
        <w:tc>
          <w:tcPr>
            <w:tcW w:w="1134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950B4A">
              <w:rPr>
                <w:rFonts w:ascii="UkrainianSchoolBook" w:hAnsi="UkrainianSchoolBook" w:cs="Arial CYR"/>
                <w:b/>
              </w:rPr>
              <w:t>-17,92%</w:t>
            </w:r>
          </w:p>
        </w:tc>
        <w:tc>
          <w:tcPr>
            <w:tcW w:w="850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50B4A">
              <w:rPr>
                <w:rFonts w:ascii="Arial CYR" w:hAnsi="Arial CYR" w:cs="Arial CYR"/>
                <w:b/>
              </w:rPr>
              <w:t>1285</w:t>
            </w:r>
          </w:p>
        </w:tc>
        <w:tc>
          <w:tcPr>
            <w:tcW w:w="850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3,13</w:t>
            </w:r>
          </w:p>
        </w:tc>
        <w:tc>
          <w:tcPr>
            <w:tcW w:w="993" w:type="dxa"/>
            <w:gridSpan w:val="2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942</w:t>
            </w:r>
          </w:p>
        </w:tc>
        <w:tc>
          <w:tcPr>
            <w:tcW w:w="992" w:type="dxa"/>
            <w:vAlign w:val="bottom"/>
          </w:tcPr>
          <w:p w:rsidR="00950B4A" w:rsidRPr="00950B4A" w:rsidRDefault="00950B4A" w:rsidP="00950B4A">
            <w:pPr>
              <w:jc w:val="right"/>
              <w:rPr>
                <w:rFonts w:ascii="Arial CYR" w:hAnsi="Arial CYR" w:cs="Arial CYR"/>
                <w:b/>
              </w:rPr>
            </w:pPr>
            <w:r w:rsidRPr="00950B4A">
              <w:rPr>
                <w:rFonts w:ascii="Arial CYR" w:hAnsi="Arial CYR" w:cs="Arial CYR"/>
                <w:b/>
              </w:rPr>
              <w:t>2,30</w:t>
            </w:r>
          </w:p>
        </w:tc>
        <w:tc>
          <w:tcPr>
            <w:tcW w:w="1134" w:type="dxa"/>
            <w:gridSpan w:val="2"/>
            <w:vAlign w:val="bottom"/>
          </w:tcPr>
          <w:p w:rsidR="00950B4A" w:rsidRPr="00950B4A" w:rsidRDefault="00950B4A" w:rsidP="00950B4A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950B4A">
              <w:rPr>
                <w:rFonts w:ascii="UkrainianSchoolBook" w:hAnsi="UkrainianSchoolBook" w:cs="Arial CYR"/>
                <w:b/>
              </w:rPr>
              <w:t>-26,69%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82F0F" w:rsidRDefault="00824EA4" w:rsidP="00824EA4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+12%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+4,41%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-85,53%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-45,45%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-24,07%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-49,35%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4,54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-18,03%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2,19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-20,37%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-29,32%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7,18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3,67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-48,86%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950B4A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950B4A" w:rsidRPr="00C934BD" w:rsidTr="00764F9F">
        <w:trPr>
          <w:gridAfter w:val="1"/>
          <w:wAfter w:w="8" w:type="dxa"/>
          <w:trHeight w:val="58"/>
        </w:trPr>
        <w:tc>
          <w:tcPr>
            <w:tcW w:w="564" w:type="dxa"/>
          </w:tcPr>
          <w:p w:rsidR="00950B4A" w:rsidRPr="00C934BD" w:rsidRDefault="00950B4A" w:rsidP="00950B4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50B4A" w:rsidRPr="00782F0F" w:rsidRDefault="00950B4A" w:rsidP="00950B4A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950B4A" w:rsidRPr="00C934BD" w:rsidRDefault="00950B4A" w:rsidP="00950B4A">
            <w:pPr>
              <w:jc w:val="center"/>
            </w:pP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-50%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850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993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vAlign w:val="bottom"/>
          </w:tcPr>
          <w:p w:rsidR="00950B4A" w:rsidRDefault="00950B4A" w:rsidP="00950B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4" w:type="dxa"/>
            <w:gridSpan w:val="2"/>
            <w:vAlign w:val="bottom"/>
          </w:tcPr>
          <w:p w:rsidR="00950B4A" w:rsidRDefault="00950B4A" w:rsidP="00950B4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-46,62%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82F0F" w:rsidRDefault="00824EA4" w:rsidP="00824EA4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82F0F" w:rsidRDefault="00824EA4" w:rsidP="00824EA4"/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82F0F" w:rsidRDefault="00824EA4" w:rsidP="00824EA4"/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82F0F" w:rsidRDefault="00824EA4" w:rsidP="00824EA4"/>
        </w:tc>
        <w:tc>
          <w:tcPr>
            <w:tcW w:w="851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850" w:type="dxa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</w:pPr>
          </w:p>
        </w:tc>
        <w:tc>
          <w:tcPr>
            <w:tcW w:w="992" w:type="dxa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trHeight w:val="132"/>
        </w:trPr>
        <w:tc>
          <w:tcPr>
            <w:tcW w:w="564" w:type="dxa"/>
            <w:shd w:val="clear" w:color="auto" w:fill="BDD6EE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824EA4" w:rsidRPr="00C934BD" w:rsidRDefault="00824EA4" w:rsidP="00824EA4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465C20">
              <w:rPr>
                <w:rFonts w:ascii="Arial CYR" w:hAnsi="Arial CYR" w:cs="Arial CYR"/>
                <w:b/>
              </w:rPr>
              <w:t>16</w:t>
            </w:r>
          </w:p>
        </w:tc>
        <w:tc>
          <w:tcPr>
            <w:tcW w:w="992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0,04</w:t>
            </w:r>
          </w:p>
        </w:tc>
        <w:tc>
          <w:tcPr>
            <w:tcW w:w="993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1134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0,02</w:t>
            </w:r>
          </w:p>
        </w:tc>
        <w:tc>
          <w:tcPr>
            <w:tcW w:w="1134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465C20">
              <w:rPr>
                <w:rFonts w:ascii="UkrainianSchoolBook" w:hAnsi="UkrainianSchoolBook" w:cs="Arial CYR"/>
                <w:b/>
              </w:rPr>
              <w:t>-7вип.</w:t>
            </w:r>
          </w:p>
        </w:tc>
        <w:tc>
          <w:tcPr>
            <w:tcW w:w="850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465C20">
              <w:rPr>
                <w:rFonts w:ascii="Arial CYR" w:hAnsi="Arial CYR" w:cs="Arial CYR"/>
                <w:b/>
              </w:rPr>
              <w:t>61</w:t>
            </w:r>
          </w:p>
        </w:tc>
        <w:tc>
          <w:tcPr>
            <w:tcW w:w="850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35</w:t>
            </w:r>
          </w:p>
        </w:tc>
        <w:tc>
          <w:tcPr>
            <w:tcW w:w="992" w:type="dxa"/>
            <w:vAlign w:val="bottom"/>
          </w:tcPr>
          <w:p w:rsidR="006153AE" w:rsidRPr="00465C20" w:rsidRDefault="006153AE" w:rsidP="006153AE">
            <w:pPr>
              <w:jc w:val="right"/>
              <w:rPr>
                <w:rFonts w:ascii="Arial CYR" w:hAnsi="Arial CYR" w:cs="Arial CYR"/>
                <w:b/>
              </w:rPr>
            </w:pPr>
            <w:r w:rsidRPr="00465C20">
              <w:rPr>
                <w:rFonts w:ascii="Arial CYR" w:hAnsi="Arial CYR" w:cs="Arial CYR"/>
                <w:b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6153AE" w:rsidRPr="00465C20" w:rsidRDefault="006153AE" w:rsidP="006153AE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465C20">
              <w:rPr>
                <w:rFonts w:ascii="UkrainianSchoolBook" w:hAnsi="UkrainianSchoolBook" w:cs="Arial CYR"/>
                <w:b/>
              </w:rPr>
              <w:t>-42,62%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917D4" w:rsidRDefault="00824EA4" w:rsidP="00824EA4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465C20">
              <w:rPr>
                <w:rFonts w:ascii="UkrainianSchoolBook" w:hAnsi="UkrainianSchoolBook" w:cs="Arial CYR"/>
              </w:rPr>
              <w:t>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153AE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153AE" w:rsidRPr="00C934BD" w:rsidTr="006153AE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6153AE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153AE" w:rsidRPr="00C934BD" w:rsidTr="006153AE">
        <w:trPr>
          <w:gridAfter w:val="1"/>
          <w:wAfter w:w="8" w:type="dxa"/>
          <w:trHeight w:val="132"/>
        </w:trPr>
        <w:tc>
          <w:tcPr>
            <w:tcW w:w="564" w:type="dxa"/>
          </w:tcPr>
          <w:p w:rsidR="006153AE" w:rsidRPr="001A1AA8" w:rsidRDefault="006153AE" w:rsidP="006153A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153AE" w:rsidRPr="009917D4" w:rsidRDefault="006153AE" w:rsidP="006153AE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6153AE" w:rsidRPr="001A1AA8" w:rsidRDefault="006153AE" w:rsidP="006153AE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6153AE" w:rsidRDefault="006153AE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153AE" w:rsidRDefault="006153AE" w:rsidP="006153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153AE" w:rsidRDefault="00465C20" w:rsidP="006153AE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917D4" w:rsidRDefault="00824EA4" w:rsidP="00824EA4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F562FF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917D4" w:rsidRDefault="00824EA4" w:rsidP="00824EA4"/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F562FF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917D4" w:rsidRDefault="00824EA4" w:rsidP="00824EA4"/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C934BD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C934BD" w:rsidRDefault="00824EA4" w:rsidP="00824EA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trHeight w:val="132"/>
        </w:trPr>
        <w:tc>
          <w:tcPr>
            <w:tcW w:w="564" w:type="dxa"/>
            <w:shd w:val="clear" w:color="auto" w:fill="BDD6EE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824EA4" w:rsidRPr="00C934BD" w:rsidRDefault="00824EA4" w:rsidP="00824EA4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87F0F">
              <w:rPr>
                <w:rFonts w:ascii="Arial CYR" w:hAnsi="Arial CYR" w:cs="Arial CYR"/>
                <w:b/>
              </w:rPr>
              <w:t>12</w:t>
            </w:r>
          </w:p>
        </w:tc>
        <w:tc>
          <w:tcPr>
            <w:tcW w:w="992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0,03</w:t>
            </w:r>
          </w:p>
        </w:tc>
        <w:tc>
          <w:tcPr>
            <w:tcW w:w="993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1134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0,02</w:t>
            </w:r>
          </w:p>
        </w:tc>
        <w:tc>
          <w:tcPr>
            <w:tcW w:w="1134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87F0F">
              <w:rPr>
                <w:rFonts w:ascii="UkrainianSchoolBook" w:hAnsi="UkrainianSchoolBook" w:cs="Arial CYR"/>
                <w:b/>
              </w:rPr>
              <w:t>-4вип.</w:t>
            </w:r>
          </w:p>
        </w:tc>
        <w:tc>
          <w:tcPr>
            <w:tcW w:w="850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87F0F">
              <w:rPr>
                <w:rFonts w:ascii="Arial CYR" w:hAnsi="Arial CYR" w:cs="Arial CYR"/>
                <w:b/>
              </w:rPr>
              <w:t>57</w:t>
            </w:r>
          </w:p>
        </w:tc>
        <w:tc>
          <w:tcPr>
            <w:tcW w:w="850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32</w:t>
            </w:r>
          </w:p>
        </w:tc>
        <w:tc>
          <w:tcPr>
            <w:tcW w:w="992" w:type="dxa"/>
            <w:vAlign w:val="bottom"/>
          </w:tcPr>
          <w:p w:rsidR="00687F0F" w:rsidRPr="00687F0F" w:rsidRDefault="00687F0F" w:rsidP="00687F0F">
            <w:pPr>
              <w:jc w:val="right"/>
              <w:rPr>
                <w:rFonts w:ascii="Arial CYR" w:hAnsi="Arial CYR" w:cs="Arial CYR"/>
                <w:b/>
              </w:rPr>
            </w:pPr>
            <w:r w:rsidRPr="00687F0F">
              <w:rPr>
                <w:rFonts w:ascii="Arial CYR" w:hAnsi="Arial CYR" w:cs="Arial CYR"/>
                <w:b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87F0F" w:rsidRPr="00687F0F" w:rsidRDefault="00687F0F" w:rsidP="00687F0F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87F0F">
              <w:rPr>
                <w:rFonts w:ascii="UkrainianSchoolBook" w:hAnsi="UkrainianSchoolBook" w:cs="Arial CYR"/>
                <w:b/>
              </w:rPr>
              <w:t>-43,86%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B65A1C" w:rsidRDefault="00824EA4" w:rsidP="00824EA4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87F0F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7F0F" w:rsidRPr="00C934BD" w:rsidTr="00036876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036876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87F0F" w:rsidRPr="00C934BD" w:rsidTr="00036876">
        <w:trPr>
          <w:gridAfter w:val="1"/>
          <w:wAfter w:w="8" w:type="dxa"/>
          <w:trHeight w:val="132"/>
        </w:trPr>
        <w:tc>
          <w:tcPr>
            <w:tcW w:w="564" w:type="dxa"/>
          </w:tcPr>
          <w:p w:rsidR="00687F0F" w:rsidRPr="001A1AA8" w:rsidRDefault="00687F0F" w:rsidP="00687F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87F0F" w:rsidRPr="00B65A1C" w:rsidRDefault="00687F0F" w:rsidP="00687F0F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687F0F" w:rsidRPr="001A1AA8" w:rsidRDefault="00687F0F" w:rsidP="00687F0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87F0F" w:rsidRDefault="00687F0F" w:rsidP="00687F0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87F0F" w:rsidRDefault="00687F0F" w:rsidP="00687F0F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B65A1C" w:rsidRDefault="00824EA4" w:rsidP="00824EA4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B65A1C" w:rsidRDefault="00824EA4" w:rsidP="00824EA4"/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B65A1C" w:rsidRDefault="00824EA4" w:rsidP="00824EA4"/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C934BD" w:rsidTr="00764F9F">
        <w:trPr>
          <w:gridAfter w:val="1"/>
          <w:wAfter w:w="8" w:type="dxa"/>
          <w:trHeight w:val="132"/>
        </w:trPr>
        <w:tc>
          <w:tcPr>
            <w:tcW w:w="564" w:type="dxa"/>
          </w:tcPr>
          <w:p w:rsidR="00824EA4" w:rsidRPr="001A1AA8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B65A1C" w:rsidRDefault="00824EA4" w:rsidP="00824EA4"/>
        </w:tc>
        <w:tc>
          <w:tcPr>
            <w:tcW w:w="851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1A1AA8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824EA4" w:rsidRPr="00C934BD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036876" w:rsidRPr="00BA19FB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УКРАЇНА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BA19FB">
              <w:rPr>
                <w:rFonts w:ascii="Arial CYR" w:hAnsi="Arial CYR" w:cs="Arial CYR"/>
                <w:b/>
              </w:rPr>
              <w:t>1784</w:t>
            </w:r>
          </w:p>
        </w:tc>
        <w:tc>
          <w:tcPr>
            <w:tcW w:w="992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4,35</w:t>
            </w:r>
          </w:p>
        </w:tc>
        <w:tc>
          <w:tcPr>
            <w:tcW w:w="993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1946</w:t>
            </w:r>
          </w:p>
        </w:tc>
        <w:tc>
          <w:tcPr>
            <w:tcW w:w="1134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4,75</w:t>
            </w:r>
          </w:p>
        </w:tc>
        <w:tc>
          <w:tcPr>
            <w:tcW w:w="1134" w:type="dxa"/>
            <w:vAlign w:val="bottom"/>
          </w:tcPr>
          <w:p w:rsidR="00036876" w:rsidRPr="00BA19FB" w:rsidRDefault="00BA19FB" w:rsidP="00036876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BA19FB">
              <w:rPr>
                <w:rFonts w:ascii="UkrainianSchoolBook" w:hAnsi="UkrainianSchoolBook" w:cs="Arial CYR"/>
                <w:b/>
              </w:rPr>
              <w:t>+</w:t>
            </w:r>
            <w:r w:rsidR="00036876" w:rsidRPr="00BA19FB">
              <w:rPr>
                <w:rFonts w:ascii="UkrainianSchoolBook" w:hAnsi="UkrainianSchoolBook" w:cs="Arial CYR"/>
                <w:b/>
              </w:rPr>
              <w:t>9,08</w:t>
            </w:r>
            <w:r w:rsidRPr="00BA19FB">
              <w:rPr>
                <w:rFonts w:ascii="UkrainianSchoolBook" w:hAnsi="UkrainianSchoolBook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BA19FB">
              <w:rPr>
                <w:rFonts w:ascii="Arial CYR" w:hAnsi="Arial CYR" w:cs="Arial CYR"/>
                <w:b/>
              </w:rPr>
              <w:t>7750</w:t>
            </w:r>
          </w:p>
        </w:tc>
        <w:tc>
          <w:tcPr>
            <w:tcW w:w="850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18,90</w:t>
            </w:r>
          </w:p>
        </w:tc>
        <w:tc>
          <w:tcPr>
            <w:tcW w:w="993" w:type="dxa"/>
            <w:gridSpan w:val="2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8811</w:t>
            </w:r>
          </w:p>
        </w:tc>
        <w:tc>
          <w:tcPr>
            <w:tcW w:w="992" w:type="dxa"/>
            <w:vAlign w:val="bottom"/>
          </w:tcPr>
          <w:p w:rsidR="00036876" w:rsidRPr="00BA19FB" w:rsidRDefault="00036876" w:rsidP="00036876">
            <w:pPr>
              <w:jc w:val="right"/>
              <w:rPr>
                <w:rFonts w:ascii="Arial CYR" w:hAnsi="Arial CYR" w:cs="Arial CYR"/>
                <w:b/>
              </w:rPr>
            </w:pPr>
            <w:r w:rsidRPr="00BA19FB">
              <w:rPr>
                <w:rFonts w:ascii="Arial CYR" w:hAnsi="Arial CYR" w:cs="Arial CYR"/>
                <w:b/>
              </w:rPr>
              <w:t>21,49</w:t>
            </w:r>
          </w:p>
        </w:tc>
        <w:tc>
          <w:tcPr>
            <w:tcW w:w="1134" w:type="dxa"/>
            <w:gridSpan w:val="2"/>
            <w:vAlign w:val="bottom"/>
          </w:tcPr>
          <w:p w:rsidR="00036876" w:rsidRPr="00BA19FB" w:rsidRDefault="00BA19FB" w:rsidP="00036876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BA19FB">
              <w:rPr>
                <w:rFonts w:ascii="UkrainianSchoolBook" w:hAnsi="UkrainianSchoolBook" w:cs="Arial CYR"/>
                <w:b/>
              </w:rPr>
              <w:t>+</w:t>
            </w:r>
            <w:r w:rsidR="00036876" w:rsidRPr="00BA19FB">
              <w:rPr>
                <w:rFonts w:ascii="UkrainianSchoolBook" w:hAnsi="UkrainianSchoolBook" w:cs="Arial CYR"/>
                <w:b/>
              </w:rPr>
              <w:t>13,69</w:t>
            </w:r>
            <w:r w:rsidRPr="00BA19FB">
              <w:rPr>
                <w:rFonts w:ascii="UkrainianSchoolBook" w:hAnsi="UkrainianSchoolBook" w:cs="Arial CYR"/>
                <w:b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CF124B" w:rsidRDefault="00824EA4" w:rsidP="00824EA4">
            <w:r w:rsidRPr="00CF124B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Вінницька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+9,40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2,96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Волинська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+100,0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44,22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Дніпропетровська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-7,62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20,80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Донецька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-13вип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13,49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Житомирська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21,94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Закарпатська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31,00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Запорізька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+50,68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25,29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Івано-Франківська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-14,55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-16,15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Київська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-11,52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4,95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Кіровоградська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28,38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Луганська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Львівська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34,21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53,58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Миколаївська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55,26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18,72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Одеська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4,38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-7,29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Полтавська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-40,00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-16,51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Рівненська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-7,25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Сумська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14,81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Тернопільська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-11,76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27,61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Харківська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60,49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62,18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Херсонська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A19FB">
              <w:rPr>
                <w:rFonts w:ascii="UkrainianSchoolBook" w:hAnsi="UkrainianSchoolBook" w:cs="Arial CYR"/>
              </w:rPr>
              <w:t>вип.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Хмельницька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3,66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-30,53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Черкаська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-27,78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0,99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Чернівецька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-23,29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-27,92</w:t>
            </w:r>
            <w:r w:rsidR="00BA19FB"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Чернігівська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41,51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27,35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36876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36876" w:rsidRPr="0027205E" w:rsidRDefault="00036876" w:rsidP="0003687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6876" w:rsidRPr="00CF124B" w:rsidRDefault="00036876" w:rsidP="00036876">
            <w:r w:rsidRPr="00CF124B">
              <w:t>м. Київ</w:t>
            </w:r>
          </w:p>
        </w:tc>
        <w:tc>
          <w:tcPr>
            <w:tcW w:w="851" w:type="dxa"/>
          </w:tcPr>
          <w:p w:rsidR="00036876" w:rsidRPr="0027205E" w:rsidRDefault="00036876" w:rsidP="00036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40,19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036876" w:rsidP="0003687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76" w:rsidRDefault="00BA19FB" w:rsidP="00036876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36876">
              <w:rPr>
                <w:rFonts w:ascii="UkrainianSchoolBook" w:hAnsi="UkrainianSchoolBook" w:cs="Arial CYR"/>
              </w:rPr>
              <w:t>47,37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CF124B" w:rsidRDefault="00824EA4" w:rsidP="00824EA4">
            <w:r w:rsidRPr="00CF124B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CF124B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CF124B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321" w:type="dxa"/>
            <w:gridSpan w:val="15"/>
            <w:shd w:val="clear" w:color="auto" w:fill="BDD6EE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УКРАЇНА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D5D7C">
              <w:rPr>
                <w:rFonts w:ascii="Arial CYR" w:hAnsi="Arial CYR" w:cs="Arial CYR"/>
                <w:b/>
              </w:rPr>
              <w:t>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0,041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9692D" w:rsidRPr="006D5D7C" w:rsidRDefault="006D5D7C" w:rsidP="0049692D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D5D7C">
              <w:rPr>
                <w:rFonts w:ascii="UkrainianSchoolBook" w:hAnsi="UkrainianSchoolBook" w:cs="Arial CYR"/>
                <w:b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D5D7C">
              <w:rPr>
                <w:rFonts w:ascii="Arial CYR" w:hAnsi="Arial CYR" w:cs="Arial CYR"/>
                <w:b/>
              </w:rPr>
              <w:t>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0,10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59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9692D" w:rsidRPr="006D5D7C" w:rsidRDefault="0049692D" w:rsidP="0049692D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0,14</w:t>
            </w:r>
          </w:p>
        </w:tc>
        <w:tc>
          <w:tcPr>
            <w:tcW w:w="1134" w:type="dxa"/>
            <w:gridSpan w:val="2"/>
            <w:vAlign w:val="bottom"/>
          </w:tcPr>
          <w:p w:rsidR="0049692D" w:rsidRPr="006D5D7C" w:rsidRDefault="006D5D7C" w:rsidP="0049692D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D5D7C">
              <w:rPr>
                <w:rFonts w:ascii="UkrainianSchoolBook" w:hAnsi="UkrainianSchoolBook" w:cs="Arial CYR"/>
                <w:b/>
              </w:rPr>
              <w:t>+</w:t>
            </w:r>
            <w:r w:rsidR="0049692D" w:rsidRPr="006D5D7C">
              <w:rPr>
                <w:rFonts w:ascii="UkrainianSchoolBook" w:hAnsi="UkrainianSchoolBook" w:cs="Arial CYR"/>
                <w:b/>
              </w:rPr>
              <w:t>40,48</w:t>
            </w:r>
            <w:r w:rsidRPr="006D5D7C">
              <w:rPr>
                <w:rFonts w:ascii="UkrainianSchoolBook" w:hAnsi="UkrainianSchoolBook" w:cs="Arial CYR"/>
                <w:b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464DA" w:rsidRDefault="00824EA4" w:rsidP="00824EA4">
            <w:r w:rsidRPr="002464DA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Вінницька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Волинська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-1вип.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t>на рівні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Дніпропетровська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t>-1вип.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Донецька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Житомирська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Закарпатська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Запорізька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t>+4</w:t>
            </w:r>
            <w:r w:rsidR="0049692D">
              <w:t>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Івано-Франківська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Київська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рівень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t>+3вип.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Кіровоградська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Луганська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Львівська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Миколаївська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Одеська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Полтавська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Рівненська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Сумська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Тернопільська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t>+2вип.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Харківська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Херсонська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Хмельницька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t>-1вип.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Черкаська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-1вип.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t>-2</w:t>
            </w:r>
            <w:r w:rsidR="0049692D">
              <w:t>вип.</w:t>
            </w: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Чернівецька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Чернігівська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49692D" w:rsidP="0049692D">
            <w:pPr>
              <w:jc w:val="center"/>
            </w:pPr>
          </w:p>
        </w:tc>
      </w:tr>
      <w:tr w:rsidR="004969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49692D" w:rsidRPr="0027205E" w:rsidRDefault="0049692D" w:rsidP="004969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9692D" w:rsidRPr="002464DA" w:rsidRDefault="0049692D" w:rsidP="0049692D">
            <w:r w:rsidRPr="002464DA">
              <w:t>м. Київ</w:t>
            </w:r>
          </w:p>
        </w:tc>
        <w:tc>
          <w:tcPr>
            <w:tcW w:w="851" w:type="dxa"/>
          </w:tcPr>
          <w:p w:rsidR="0049692D" w:rsidRPr="0027205E" w:rsidRDefault="0049692D" w:rsidP="0049692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rPr>
                <w:rFonts w:ascii="Arial CYR" w:hAnsi="Arial CYR" w:cs="Arial CYR"/>
              </w:rPr>
              <w:t>+</w:t>
            </w:r>
            <w:r w:rsidR="0049692D">
              <w:rPr>
                <w:rFonts w:ascii="Arial CYR" w:hAnsi="Arial CYR" w:cs="Arial CYR"/>
              </w:rPr>
              <w:t>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Default="0049692D" w:rsidP="0049692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92D" w:rsidRPr="0027205E" w:rsidRDefault="006D5D7C" w:rsidP="0049692D">
            <w:pPr>
              <w:jc w:val="center"/>
            </w:pPr>
            <w:r>
              <w:t>+12</w:t>
            </w:r>
            <w:r w:rsidR="0049692D">
              <w:t>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464DA" w:rsidRDefault="00824EA4" w:rsidP="00824EA4">
            <w:r w:rsidRPr="002464DA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464DA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2464DA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6D5D7C" w:rsidRPr="006D5D7C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УКРАЇНА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D5D7C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D5D7C">
              <w:rPr>
                <w:rFonts w:ascii="UkrainianSchoolBook" w:hAnsi="UkrainianSchoolBook" w:cs="Arial CYR"/>
                <w:b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6D5D7C">
              <w:rPr>
                <w:rFonts w:ascii="Arial CYR" w:hAnsi="Arial CYR" w:cs="Arial CYR"/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Arial CYR" w:hAnsi="Arial CYR" w:cs="Arial CYR"/>
                <w:b/>
              </w:rPr>
            </w:pPr>
            <w:r w:rsidRPr="006D5D7C">
              <w:rPr>
                <w:rFonts w:ascii="Arial CYR" w:hAnsi="Arial CYR" w:cs="Arial CYR"/>
                <w:b/>
              </w:rPr>
              <w:t>0,054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D7C" w:rsidRPr="006D5D7C" w:rsidRDefault="006D5D7C" w:rsidP="006D5D7C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6D5D7C">
              <w:rPr>
                <w:rFonts w:ascii="UkrainianSchoolBook" w:hAnsi="UkrainianSchoolBook" w:cs="Arial CYR"/>
                <w:b/>
              </w:rPr>
              <w:t>-11вип.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328F7" w:rsidRDefault="00824EA4" w:rsidP="00824EA4">
            <w:r w:rsidRPr="009328F7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Вінницька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-4вип.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Волинська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Дніпропетровська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Донецька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Житомирська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Закарпатська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Запорізька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Івано-Франківська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Київська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Кіровоградська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Луганська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Львівська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Миколаївська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Одеська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Полтавська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Рівненська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Сумська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Тернопільська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Харківська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Херсонська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Хмельницька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Черкаська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Чернівецька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Чернігівська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6D5D7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D5D7C" w:rsidRPr="0027205E" w:rsidRDefault="006D5D7C" w:rsidP="006D5D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D5D7C" w:rsidRPr="009328F7" w:rsidRDefault="006D5D7C" w:rsidP="006D5D7C">
            <w:r w:rsidRPr="009328F7">
              <w:t>м. Київ</w:t>
            </w:r>
          </w:p>
        </w:tc>
        <w:tc>
          <w:tcPr>
            <w:tcW w:w="851" w:type="dxa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Default="006D5D7C" w:rsidP="006D5D7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D5D7C" w:rsidRPr="0027205E" w:rsidRDefault="006D5D7C" w:rsidP="006D5D7C">
            <w:pPr>
              <w:jc w:val="center"/>
            </w:pP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D5D7C" w:rsidRDefault="006D5D7C" w:rsidP="006D5D7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D5D7C" w:rsidRDefault="006D5D7C" w:rsidP="006D5D7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328F7" w:rsidRDefault="00824EA4" w:rsidP="00824EA4">
            <w:r w:rsidRPr="009328F7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328F7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9328F7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УКРАЇНА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E5A49">
              <w:rPr>
                <w:rFonts w:ascii="Arial CYR" w:hAnsi="Arial CYR" w:cs="Arial CYR"/>
                <w:b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AE5A49">
              <w:rPr>
                <w:rFonts w:ascii="UkrainianSchoolBook" w:hAnsi="UkrainianSchoolBook" w:cs="Arial CYR"/>
                <w:b/>
              </w:rPr>
              <w:t>+44,18</w:t>
            </w:r>
            <w:r w:rsidR="00AE5A49" w:rsidRPr="00AE5A49">
              <w:rPr>
                <w:rFonts w:ascii="UkrainianSchoolBook" w:hAnsi="UkrainianSchoolBook" w:cs="Arial CYR"/>
                <w:b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E5A49">
              <w:rPr>
                <w:rFonts w:ascii="Arial CYR" w:hAnsi="Arial CYR" w:cs="Arial CYR"/>
                <w:b/>
              </w:rPr>
              <w:t>1535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3,74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0D435A" w:rsidP="000D435A">
            <w:pPr>
              <w:jc w:val="right"/>
              <w:rPr>
                <w:rFonts w:ascii="Arial CYR" w:hAnsi="Arial CYR" w:cs="Arial CYR"/>
                <w:b/>
              </w:rPr>
            </w:pPr>
            <w:r w:rsidRPr="00AE5A49">
              <w:rPr>
                <w:rFonts w:ascii="Arial CYR" w:hAnsi="Arial CYR" w:cs="Arial CYR"/>
                <w:b/>
              </w:rPr>
              <w:t>5,12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Pr="00AE5A49" w:rsidRDefault="00AE5A49" w:rsidP="000D435A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AE5A49">
              <w:rPr>
                <w:rFonts w:ascii="UkrainianSchoolBook" w:hAnsi="UkrainianSchoolBook" w:cs="Arial CYR"/>
                <w:b/>
              </w:rPr>
              <w:t>+</w:t>
            </w:r>
            <w:r w:rsidR="000D435A" w:rsidRPr="00AE5A49">
              <w:rPr>
                <w:rFonts w:ascii="UkrainianSchoolBook" w:hAnsi="UkrainianSchoolBook" w:cs="Arial CYR"/>
                <w:b/>
              </w:rPr>
              <w:t>36,81</w:t>
            </w:r>
            <w:r w:rsidRPr="00AE5A49">
              <w:rPr>
                <w:rFonts w:ascii="UkrainianSchoolBook" w:hAnsi="UkrainianSchoolBook" w:cs="Arial CYR"/>
                <w:b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61CB9" w:rsidRDefault="00824EA4" w:rsidP="00824EA4">
            <w:r w:rsidRPr="00161CB9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Вінницька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-45,65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Волинська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+4,83</w:t>
            </w:r>
            <w:r w:rsidR="00AE5A49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2,09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Дніпропетровська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+37,84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61,65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Донецька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Житомирська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Закарпатська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46,34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Запорізька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-54,35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Івано-Франківська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Київська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+54,35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95,89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Кіровоградська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76,47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Луганська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Львівська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2,32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Миколаївська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79,37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Одеська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Полтавська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-16,92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Рівненська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Сумська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Тернопільська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+29вип.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Харківська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Херсонська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Хмельницька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-42,26</w:t>
            </w:r>
            <w:r w:rsidR="00AE5A49"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Черкаська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12,24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Чернівецька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-36вип.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Чернігівська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5,22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D435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D435A" w:rsidRPr="0027205E" w:rsidRDefault="000D435A" w:rsidP="000D43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D435A" w:rsidRPr="00161CB9" w:rsidRDefault="000D435A" w:rsidP="000D435A">
            <w:r w:rsidRPr="00161CB9">
              <w:t>м. Київ</w:t>
            </w:r>
          </w:p>
        </w:tc>
        <w:tc>
          <w:tcPr>
            <w:tcW w:w="851" w:type="dxa"/>
          </w:tcPr>
          <w:p w:rsidR="000D435A" w:rsidRPr="0027205E" w:rsidRDefault="000D435A" w:rsidP="000D435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+2,68</w:t>
            </w:r>
            <w:r w:rsidR="00AE5A49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0D435A" w:rsidP="000D43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35A" w:rsidRDefault="00AE5A49" w:rsidP="000D435A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0D435A">
              <w:rPr>
                <w:rFonts w:ascii="UkrainianSchoolBook" w:hAnsi="UkrainianSchoolBook" w:cs="Arial CYR"/>
              </w:rPr>
              <w:t>3,38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61CB9" w:rsidRDefault="00824EA4" w:rsidP="00824EA4">
            <w:r w:rsidRPr="00161CB9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61CB9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61CB9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УКРАЇНА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B44B90">
              <w:rPr>
                <w:rFonts w:ascii="Arial CYR" w:hAnsi="Arial CYR" w:cs="Arial CYR"/>
                <w:b/>
              </w:rPr>
              <w:t>2466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6,01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2316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B44B90">
              <w:rPr>
                <w:rFonts w:ascii="UkrainianSchoolBook" w:hAnsi="UkrainianSchoolBook" w:cs="Arial CYR"/>
                <w:b/>
              </w:rPr>
              <w:t>-6,08%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B44B90">
              <w:rPr>
                <w:rFonts w:ascii="Arial CYR" w:hAnsi="Arial CYR" w:cs="Arial CYR"/>
                <w:b/>
              </w:rPr>
              <w:t>10633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25,94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10615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Arial CYR" w:hAnsi="Arial CYR" w:cs="Arial CYR"/>
                <w:b/>
              </w:rPr>
            </w:pPr>
            <w:r w:rsidRPr="00B44B90">
              <w:rPr>
                <w:rFonts w:ascii="Arial CYR" w:hAnsi="Arial CYR" w:cs="Arial CYR"/>
                <w:b/>
              </w:rPr>
              <w:t>25,89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Pr="00B44B90" w:rsidRDefault="00D92AE8" w:rsidP="00D92AE8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B44B90">
              <w:rPr>
                <w:rFonts w:ascii="UkrainianSchoolBook" w:hAnsi="UkrainianSchoolBook" w:cs="Arial CYR"/>
                <w:b/>
              </w:rPr>
              <w:t>-0,17%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E48DB" w:rsidRDefault="00824EA4" w:rsidP="00824EA4">
            <w:r w:rsidRPr="006E48DB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Вінницька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-25,24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-10,72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Волинська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-5,63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+22,92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Дніпропетровська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-19,35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-19,11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Донецька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B44B90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-52,08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Житомирська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-14,55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+9,21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Закарпатська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+23,91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-6,09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Запорізька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+5,48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+10,38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Івано-Франківська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-1,20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-7,72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Київська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+32,99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+11,66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Кіровоградська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4B90">
              <w:rPr>
                <w:rFonts w:ascii="UkrainianSchoolBook" w:hAnsi="UkrainianSchoolBook" w:cs="Arial CYR"/>
              </w:rPr>
              <w:t>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+26,09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Луганська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center"/>
              <w:rPr>
                <w:rFonts w:ascii="UkrainianSchoolBook" w:hAnsi="UkrainianSchoolBook" w:cs="Arial CYR"/>
              </w:rPr>
            </w:pP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Львівська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+11,27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+32,80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Миколаївська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-4,69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+2,13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Одеська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+3,36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-7,22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Полтавська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-18,03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+1,13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Рівненська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+5,88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-2,28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Сумська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4B90">
              <w:rPr>
                <w:rFonts w:ascii="UkrainianSchoolBook" w:hAnsi="UkrainianSchoolBook" w:cs="Arial CYR"/>
              </w:rPr>
              <w:t>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+8,26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Тернопільська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-12,28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+23,03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Харківська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-43,33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-10,13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Херсонська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B44B90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B44B90">
              <w:rPr>
                <w:rFonts w:ascii="UkrainianSchoolBook" w:hAnsi="UkrainianSchoolBook" w:cs="Arial CYR"/>
              </w:rPr>
              <w:t>16вип.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Хмельницька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B44B90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-41,18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Черкаська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+0,85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-8,12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Чернівецька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-36,21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-20,46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Чернігівська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B44B90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-16,76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D92AE8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92AE8" w:rsidRPr="0027205E" w:rsidRDefault="00D92AE8" w:rsidP="00D92AE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2AE8" w:rsidRPr="006E48DB" w:rsidRDefault="00D92AE8" w:rsidP="00D92AE8">
            <w:r w:rsidRPr="006E48DB">
              <w:t>м. Київ</w:t>
            </w:r>
          </w:p>
        </w:tc>
        <w:tc>
          <w:tcPr>
            <w:tcW w:w="851" w:type="dxa"/>
          </w:tcPr>
          <w:p w:rsidR="00D92AE8" w:rsidRPr="0027205E" w:rsidRDefault="00D92AE8" w:rsidP="00D92A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-26,55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AE8" w:rsidRDefault="00D92AE8" w:rsidP="00D92AE8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-3,10</w:t>
            </w:r>
            <w:r w:rsidR="00B44B90">
              <w:rPr>
                <w:rFonts w:ascii="UkrainianSchoolBook" w:hAnsi="UkrainianSchoolBook" w:cs="Arial CYR"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E48DB" w:rsidRDefault="00824EA4" w:rsidP="00824EA4">
            <w:r w:rsidRPr="006E48DB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E48DB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E48DB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3970E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970E4" w:rsidRPr="0027205E" w:rsidRDefault="003970E4" w:rsidP="003970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970E4" w:rsidRPr="00477365" w:rsidRDefault="003970E4" w:rsidP="003970E4">
            <w:r w:rsidRPr="00477365">
              <w:t>УКРАЇНА</w:t>
            </w:r>
          </w:p>
        </w:tc>
        <w:tc>
          <w:tcPr>
            <w:tcW w:w="851" w:type="dxa"/>
          </w:tcPr>
          <w:p w:rsidR="003970E4" w:rsidRPr="0027205E" w:rsidRDefault="003970E4" w:rsidP="003970E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72AFC">
              <w:rPr>
                <w:rFonts w:ascii="Arial CYR" w:hAnsi="Arial CYR" w:cs="Arial CYR"/>
                <w:b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0,756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0,676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C72AFC">
              <w:rPr>
                <w:rFonts w:ascii="UkrainianSchoolBook" w:hAnsi="UkrainianSchoolBook" w:cs="Arial CYR"/>
                <w:b/>
              </w:rPr>
              <w:t>-10,65</w:t>
            </w:r>
            <w:r w:rsidR="00DC575D" w:rsidRPr="00C72AFC">
              <w:rPr>
                <w:rFonts w:ascii="UkrainianSchoolBook" w:hAnsi="UkrainianSchoolBook" w:cs="Arial CYR"/>
                <w:b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72AFC">
              <w:rPr>
                <w:rFonts w:ascii="Arial CYR" w:hAnsi="Arial CYR" w:cs="Arial CYR"/>
                <w:b/>
              </w:rPr>
              <w:t>1808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4,410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1465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3,573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0E4" w:rsidRPr="00C72AFC" w:rsidRDefault="003970E4" w:rsidP="003970E4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C72AFC">
              <w:rPr>
                <w:rFonts w:ascii="UkrainianSchoolBook" w:hAnsi="UkrainianSchoolBook" w:cs="Arial CYR"/>
                <w:b/>
              </w:rPr>
              <w:t>-18,97</w:t>
            </w:r>
            <w:r w:rsidR="00DC575D" w:rsidRPr="00C72AFC">
              <w:rPr>
                <w:rFonts w:ascii="UkrainianSchoolBook" w:hAnsi="UkrainianSchoolBook" w:cs="Arial CYR"/>
                <w:b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477365" w:rsidRDefault="00824EA4" w:rsidP="00824EA4">
            <w:r w:rsidRPr="00477365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Вінницька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+1,96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+8,81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Волинська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-28в 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Дніпропетровська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-29вип.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Донецька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17вип.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Житомирська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-85,82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Закарпатська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Запорізька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Івано-Франківська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+61,04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Київська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10вип.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Кіровоградська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 w:rsidR="00DC575D">
              <w:rPr>
                <w:rFonts w:ascii="UkrainianSchoolBook" w:hAnsi="UkrainianSchoolBook" w:cs="Arial CYR"/>
              </w:rPr>
              <w:t>івень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Луганська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UkrainianSchoolBook" w:hAnsi="UkrainianSchoolBook" w:cs="Arial CYR"/>
              </w:rPr>
            </w:pP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Львівська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Миколаївська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Одеська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Полтавська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+28,81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Рівненська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+3,31</w:t>
            </w:r>
            <w:r w:rsidR="00C72AFC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+96,84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Сумська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Тернопільська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-88,82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Харківська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Херсонська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Хмельницька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15вип.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Черкаська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C72AFC"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Чернівецька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Чернігівська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-63,77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DC575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DC575D" w:rsidRPr="0027205E" w:rsidRDefault="00DC575D" w:rsidP="00DC57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C575D" w:rsidRPr="00477365" w:rsidRDefault="00DC575D" w:rsidP="00DC575D">
            <w:r w:rsidRPr="00477365">
              <w:t>м. Київ</w:t>
            </w:r>
          </w:p>
        </w:tc>
        <w:tc>
          <w:tcPr>
            <w:tcW w:w="851" w:type="dxa"/>
          </w:tcPr>
          <w:p w:rsidR="00DC575D" w:rsidRPr="0027205E" w:rsidRDefault="00DC575D" w:rsidP="00DC57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575D" w:rsidRDefault="00C72AFC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75D" w:rsidRDefault="00DC575D" w:rsidP="00DC575D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-81,94</w:t>
            </w:r>
            <w:r w:rsidR="00C72AFC">
              <w:rPr>
                <w:rFonts w:ascii="UkrainianSchoolBook" w:hAnsi="UkrainianSchoolBook" w:cs="Arial CYR"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477365" w:rsidRDefault="00824EA4" w:rsidP="00824EA4">
            <w:r w:rsidRPr="00477365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477365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477365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УКРАЇНА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72AFC">
              <w:rPr>
                <w:rFonts w:ascii="Arial CYR" w:hAnsi="Arial CYR" w:cs="Arial CYR"/>
                <w:b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0,668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C72AFC">
              <w:rPr>
                <w:rFonts w:ascii="UkrainianSchoolBook" w:hAnsi="UkrainianSchoolBook" w:cs="Arial CYR"/>
                <w:b/>
              </w:rPr>
              <w:t>+3,40%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72AFC">
              <w:rPr>
                <w:rFonts w:ascii="Arial CYR" w:hAnsi="Arial CYR" w:cs="Arial CYR"/>
                <w:b/>
              </w:rPr>
              <w:t>1642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4,01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1448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Arial CYR" w:hAnsi="Arial CYR" w:cs="Arial CYR"/>
                <w:b/>
              </w:rPr>
            </w:pPr>
            <w:r w:rsidRPr="00C72AFC">
              <w:rPr>
                <w:rFonts w:ascii="Arial CYR" w:hAnsi="Arial CYR" w:cs="Arial CYR"/>
                <w:b/>
              </w:rPr>
              <w:t>3,532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Pr="00C72AFC" w:rsidRDefault="00C72AFC" w:rsidP="00C72AFC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C72AFC">
              <w:rPr>
                <w:rFonts w:ascii="UkrainianSchoolBook" w:hAnsi="UkrainianSchoolBook" w:cs="Arial CYR"/>
                <w:b/>
              </w:rPr>
              <w:t>-11,81%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64AB0" w:rsidRDefault="00824EA4" w:rsidP="00824EA4">
            <w:r w:rsidRPr="00764AB0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Вінницька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+1,96%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+8,81%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Волинська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-28вип.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Дніпропетровська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-29вип.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Донецька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Житомирська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Закарпатська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Запорізька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Івано-Франківська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+65,33%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Київська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Кіровоградська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Луганська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Львівська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Миколаївська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Одеська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Полтавська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+28,81%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Рівненська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+3,31%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+96,84%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Сумська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Тернопільська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-88,82%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Харківська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Херсонська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center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Хмельницька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Черкаська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Чернівецька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Чернігівська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-63,77%</w:t>
            </w:r>
          </w:p>
        </w:tc>
      </w:tr>
      <w:tr w:rsidR="00C72AFC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72AFC" w:rsidRPr="0027205E" w:rsidRDefault="00C72AFC" w:rsidP="00C72A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72AFC" w:rsidRPr="00764AB0" w:rsidRDefault="00C72AFC" w:rsidP="00C72AFC">
            <w:r w:rsidRPr="00764AB0">
              <w:t>м. Київ</w:t>
            </w:r>
          </w:p>
        </w:tc>
        <w:tc>
          <w:tcPr>
            <w:tcW w:w="851" w:type="dxa"/>
          </w:tcPr>
          <w:p w:rsidR="00C72AFC" w:rsidRPr="0027205E" w:rsidRDefault="00C72AFC" w:rsidP="00C72AF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FC" w:rsidRDefault="00C72AFC" w:rsidP="00C72AFC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-81,94%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64AB0" w:rsidRDefault="00824EA4" w:rsidP="00824EA4">
            <w:r w:rsidRPr="00764AB0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64AB0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764AB0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906369" w:rsidRPr="00906369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УКРАЇНА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06369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0,005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0,007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6369" w:rsidRPr="00906369" w:rsidRDefault="00906369" w:rsidP="00906369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906369">
              <w:rPr>
                <w:rFonts w:ascii="UkrainianSchoolBook" w:hAnsi="UkrainianSchoolBook" w:cs="Arial CYR"/>
                <w:b/>
              </w:rPr>
              <w:t>+1вип.</w:t>
            </w:r>
          </w:p>
        </w:tc>
        <w:tc>
          <w:tcPr>
            <w:tcW w:w="850" w:type="dxa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06369">
              <w:rPr>
                <w:rFonts w:ascii="Arial CYR" w:hAnsi="Arial CYR" w:cs="Arial CYR"/>
                <w:b/>
              </w:rPr>
              <w:t>12</w:t>
            </w:r>
          </w:p>
        </w:tc>
        <w:tc>
          <w:tcPr>
            <w:tcW w:w="850" w:type="dxa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0,029</w:t>
            </w:r>
          </w:p>
        </w:tc>
        <w:tc>
          <w:tcPr>
            <w:tcW w:w="993" w:type="dxa"/>
            <w:gridSpan w:val="2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17</w:t>
            </w:r>
          </w:p>
        </w:tc>
        <w:tc>
          <w:tcPr>
            <w:tcW w:w="992" w:type="dxa"/>
            <w:vAlign w:val="bottom"/>
          </w:tcPr>
          <w:p w:rsidR="00906369" w:rsidRPr="00906369" w:rsidRDefault="00906369" w:rsidP="00906369">
            <w:pPr>
              <w:jc w:val="right"/>
              <w:rPr>
                <w:rFonts w:ascii="Arial CYR" w:hAnsi="Arial CYR" w:cs="Arial CYR"/>
                <w:b/>
              </w:rPr>
            </w:pPr>
            <w:r w:rsidRPr="00906369">
              <w:rPr>
                <w:rFonts w:ascii="Arial CYR" w:hAnsi="Arial CYR" w:cs="Arial CYR"/>
                <w:b/>
              </w:rPr>
              <w:t>0,041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906369" w:rsidRDefault="00906369" w:rsidP="00906369">
            <w:pPr>
              <w:jc w:val="right"/>
              <w:rPr>
                <w:rFonts w:ascii="UkrainianSchoolBook" w:hAnsi="UkrainianSchoolBook" w:cs="Arial CYR"/>
                <w:b/>
              </w:rPr>
            </w:pPr>
            <w:r w:rsidRPr="00906369">
              <w:rPr>
                <w:rFonts w:ascii="UkrainianSchoolBook" w:hAnsi="UkrainianSchoolBook" w:cs="Arial CYR"/>
                <w:b/>
              </w:rPr>
              <w:t>+5вип.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E909F3" w:rsidRDefault="00824EA4" w:rsidP="00824EA4">
            <w:r w:rsidRPr="00E909F3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Вінницька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Волинська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Дніпропетровська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Донецька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Житомирська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Закарпатська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Запорізька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Івано-Франківська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Київська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Кіровоградська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Луганська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Львівська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Миколаївська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Одеська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Полтавська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Рівненська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Сумська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Тернопільська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Харківська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Херсонська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Хмельницька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Черкаська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Чернівецька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Чернігівська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90636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06369" w:rsidRPr="0027205E" w:rsidRDefault="00906369" w:rsidP="009063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06369" w:rsidRPr="00E909F3" w:rsidRDefault="00906369" w:rsidP="00906369">
            <w:r w:rsidRPr="00E909F3">
              <w:t>м. Київ</w:t>
            </w:r>
          </w:p>
        </w:tc>
        <w:tc>
          <w:tcPr>
            <w:tcW w:w="851" w:type="dxa"/>
          </w:tcPr>
          <w:p w:rsidR="00906369" w:rsidRPr="0027205E" w:rsidRDefault="00906369" w:rsidP="00906369">
            <w:pPr>
              <w:jc w:val="center"/>
            </w:pP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6369" w:rsidRDefault="00906369" w:rsidP="0090636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906369" w:rsidRPr="0027205E" w:rsidRDefault="00906369" w:rsidP="00906369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E909F3" w:rsidRDefault="00824EA4" w:rsidP="00824EA4">
            <w:r w:rsidRPr="00E909F3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E909F3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E909F3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УКРАЇНА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Вінницька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Волинська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Дніпропетровська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Донецька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Житомирська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Закарпатська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Запорізька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Івано-Франківська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Київська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Кіровоградська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Луганська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Львівська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Миколаївська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Одеська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Полтавська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Рівненська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Сумська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Тернопільська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Харківська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Херсонська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Хмельницька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Черкаська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Чернівецька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Чернігівська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м. Київ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1B7F20" w:rsidRDefault="00824EA4" w:rsidP="00824EA4">
            <w:r w:rsidRPr="001B7F20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УКРАЇНА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Вінницька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Волинська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Дніпропетровська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Донецька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Житомирська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Закарпатська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Запорізька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Івано-Франківська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Київська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Кіровоградська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Луганська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Львівська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Миколаївська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Одеська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Полтавська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Рівненська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Сумська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Тернопільська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Харківська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Херсонська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Хмельницька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Черкаська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Чернівецька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Чернігівська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м. Київ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>
            <w:r w:rsidRPr="00F1246C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F1246C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2B26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2B262D" w:rsidRPr="0027205E" w:rsidRDefault="002B262D" w:rsidP="002B2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262D" w:rsidRPr="006C7BF9" w:rsidRDefault="002B262D" w:rsidP="002B262D">
            <w:r w:rsidRPr="006C7BF9">
              <w:t>УКРАЇНА</w:t>
            </w:r>
          </w:p>
        </w:tc>
        <w:tc>
          <w:tcPr>
            <w:tcW w:w="851" w:type="dxa"/>
          </w:tcPr>
          <w:p w:rsidR="002B262D" w:rsidRPr="0027205E" w:rsidRDefault="002B262D" w:rsidP="002B262D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2B262D" w:rsidRPr="002B262D" w:rsidRDefault="002B262D" w:rsidP="002B262D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2B262D" w:rsidRPr="002B262D" w:rsidRDefault="002B262D" w:rsidP="002B262D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  <w:tc>
          <w:tcPr>
            <w:tcW w:w="850" w:type="dxa"/>
            <w:vAlign w:val="bottom"/>
          </w:tcPr>
          <w:p w:rsidR="002B262D" w:rsidRPr="002B262D" w:rsidRDefault="002B262D" w:rsidP="002B262D">
            <w:pPr>
              <w:jc w:val="center"/>
              <w:rPr>
                <w:b/>
                <w:lang w:eastAsia="en-US"/>
              </w:rPr>
            </w:pPr>
            <w:r w:rsidRPr="002B262D">
              <w:rPr>
                <w:b/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2B262D" w:rsidRPr="002B262D" w:rsidRDefault="002B262D" w:rsidP="002B262D">
            <w:pPr>
              <w:jc w:val="center"/>
              <w:rPr>
                <w:b/>
              </w:rPr>
            </w:pPr>
            <w:r w:rsidRPr="002B262D">
              <w:rPr>
                <w:b/>
              </w:rPr>
              <w:t>0</w:t>
            </w:r>
            <w:r w:rsidRPr="002B262D">
              <w:rPr>
                <w:b/>
                <w:lang w:val="en-US"/>
              </w:rPr>
              <w:t>,</w:t>
            </w:r>
            <w:r w:rsidRPr="002B262D">
              <w:rPr>
                <w:b/>
              </w:rPr>
              <w:t>002</w:t>
            </w:r>
          </w:p>
        </w:tc>
        <w:tc>
          <w:tcPr>
            <w:tcW w:w="993" w:type="dxa"/>
            <w:gridSpan w:val="2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2B262D" w:rsidRPr="0027205E" w:rsidRDefault="002B262D" w:rsidP="002B262D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  <w:r>
              <w:rPr>
                <w:b/>
              </w:rPr>
              <w:t>1вип.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Вінницька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Волинська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Дніпропетровська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Донецька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Житомирська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Закарпатська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Запорізька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Івано-Франківська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Київська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Кіровоградська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Луганська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Львівська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Миколаївська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Одеська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Полтавська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Рівненська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Сумська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Тернопільська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Харківська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Херсонська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Хмельницька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Черкаська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262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2B262D" w:rsidRPr="0027205E" w:rsidRDefault="002B262D" w:rsidP="002B2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B262D" w:rsidRPr="006C7BF9" w:rsidRDefault="002B262D" w:rsidP="002B262D">
            <w:r w:rsidRPr="006C7BF9">
              <w:t>Чернівецька</w:t>
            </w:r>
          </w:p>
        </w:tc>
        <w:tc>
          <w:tcPr>
            <w:tcW w:w="851" w:type="dxa"/>
          </w:tcPr>
          <w:p w:rsidR="002B262D" w:rsidRPr="0027205E" w:rsidRDefault="002B262D" w:rsidP="002B262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2B262D" w:rsidRPr="002B262D" w:rsidRDefault="002B262D" w:rsidP="002B2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vAlign w:val="bottom"/>
          </w:tcPr>
          <w:p w:rsidR="002B262D" w:rsidRPr="002B262D" w:rsidRDefault="002B262D" w:rsidP="002B262D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vAlign w:val="bottom"/>
          </w:tcPr>
          <w:p w:rsidR="002B262D" w:rsidRPr="0027205E" w:rsidRDefault="002B262D" w:rsidP="002B26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2B262D" w:rsidRPr="0027205E" w:rsidRDefault="002B262D" w:rsidP="002B262D">
            <w:pPr>
              <w:jc w:val="center"/>
            </w:pPr>
          </w:p>
        </w:tc>
        <w:tc>
          <w:tcPr>
            <w:tcW w:w="1134" w:type="dxa"/>
            <w:vAlign w:val="bottom"/>
          </w:tcPr>
          <w:p w:rsidR="002B262D" w:rsidRPr="0027205E" w:rsidRDefault="002B262D" w:rsidP="002B262D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2B262D" w:rsidRPr="002B262D" w:rsidRDefault="002B262D" w:rsidP="002B2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bottom"/>
          </w:tcPr>
          <w:p w:rsidR="002B262D" w:rsidRPr="002B262D" w:rsidRDefault="002B262D" w:rsidP="002B262D">
            <w:pPr>
              <w:jc w:val="center"/>
            </w:pPr>
            <w:r>
              <w:t>0</w:t>
            </w:r>
            <w:r>
              <w:rPr>
                <w:lang w:val="en-US"/>
              </w:rPr>
              <w:t>,</w:t>
            </w:r>
            <w:r>
              <w:t>11</w:t>
            </w:r>
          </w:p>
        </w:tc>
        <w:tc>
          <w:tcPr>
            <w:tcW w:w="993" w:type="dxa"/>
            <w:gridSpan w:val="2"/>
            <w:vAlign w:val="bottom"/>
          </w:tcPr>
          <w:p w:rsidR="002B262D" w:rsidRPr="0027205E" w:rsidRDefault="002B262D" w:rsidP="002B262D">
            <w:pPr>
              <w:jc w:val="center"/>
            </w:pPr>
          </w:p>
        </w:tc>
        <w:tc>
          <w:tcPr>
            <w:tcW w:w="992" w:type="dxa"/>
            <w:vAlign w:val="bottom"/>
          </w:tcPr>
          <w:p w:rsidR="002B262D" w:rsidRPr="0027205E" w:rsidRDefault="002B262D" w:rsidP="002B262D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2B262D" w:rsidRPr="0027205E" w:rsidRDefault="002B262D" w:rsidP="002B262D">
            <w:pPr>
              <w:jc w:val="center"/>
            </w:pPr>
            <w:r>
              <w:t>-1вип.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Чернігівська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м. Київ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>
            <w:r w:rsidRPr="006C7BF9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6C7BF9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trHeight w:val="312"/>
        </w:trPr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УКРАЇНА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436D2">
              <w:rPr>
                <w:rFonts w:ascii="Arial CYR" w:hAnsi="Arial CYR" w:cs="Arial CYR"/>
                <w:b/>
              </w:rPr>
              <w:t>15</w:t>
            </w:r>
          </w:p>
        </w:tc>
        <w:tc>
          <w:tcPr>
            <w:tcW w:w="992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0,037</w:t>
            </w:r>
          </w:p>
        </w:tc>
        <w:tc>
          <w:tcPr>
            <w:tcW w:w="993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1134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0,022</w:t>
            </w:r>
          </w:p>
        </w:tc>
        <w:tc>
          <w:tcPr>
            <w:tcW w:w="1134" w:type="dxa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  <w:b/>
              </w:rPr>
            </w:pPr>
            <w:r w:rsidRPr="00C436D2">
              <w:rPr>
                <w:rFonts w:ascii="UkrainianSchoolBook" w:hAnsi="UkrainianSchoolBook" w:cs="Arial CYR"/>
                <w:b/>
              </w:rPr>
              <w:t>-6вип.</w:t>
            </w:r>
          </w:p>
        </w:tc>
        <w:tc>
          <w:tcPr>
            <w:tcW w:w="850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C436D2">
              <w:rPr>
                <w:rFonts w:ascii="Arial CYR" w:hAnsi="Arial CYR" w:cs="Arial CYR"/>
                <w:b/>
              </w:rPr>
              <w:t>97</w:t>
            </w:r>
          </w:p>
        </w:tc>
        <w:tc>
          <w:tcPr>
            <w:tcW w:w="850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0,237</w:t>
            </w:r>
          </w:p>
        </w:tc>
        <w:tc>
          <w:tcPr>
            <w:tcW w:w="993" w:type="dxa"/>
            <w:gridSpan w:val="2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51</w:t>
            </w:r>
          </w:p>
        </w:tc>
        <w:tc>
          <w:tcPr>
            <w:tcW w:w="992" w:type="dxa"/>
            <w:vAlign w:val="bottom"/>
          </w:tcPr>
          <w:p w:rsidR="00C436D2" w:rsidRPr="00C436D2" w:rsidRDefault="00C436D2" w:rsidP="00C436D2">
            <w:pPr>
              <w:jc w:val="right"/>
              <w:rPr>
                <w:rFonts w:ascii="Arial CYR" w:hAnsi="Arial CYR" w:cs="Arial CYR"/>
                <w:b/>
              </w:rPr>
            </w:pPr>
            <w:r w:rsidRPr="00C436D2">
              <w:rPr>
                <w:rFonts w:ascii="Arial CYR" w:hAnsi="Arial CYR" w:cs="Arial CYR"/>
                <w:b/>
              </w:rPr>
              <w:t>0,124</w:t>
            </w:r>
          </w:p>
        </w:tc>
        <w:tc>
          <w:tcPr>
            <w:tcW w:w="1134" w:type="dxa"/>
            <w:gridSpan w:val="2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  <w:b/>
              </w:rPr>
            </w:pPr>
            <w:r w:rsidRPr="00C436D2">
              <w:rPr>
                <w:rFonts w:ascii="UkrainianSchoolBook" w:hAnsi="UkrainianSchoolBook" w:cs="Arial CYR"/>
                <w:b/>
              </w:rPr>
              <w:t>-47,42</w:t>
            </w:r>
            <w:r w:rsidRPr="009727AD">
              <w:rPr>
                <w:rFonts w:ascii="Calibri" w:hAnsi="Calibri" w:cs="Arial CYR"/>
                <w:b/>
              </w:rPr>
              <w:t>%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8175A5" w:rsidRDefault="00824EA4" w:rsidP="00824EA4">
            <w:r w:rsidRPr="008175A5">
              <w:t>АР Крим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Вінницька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Волинська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Дніпропетровська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Донецька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Житомирська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Закарпатська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Запорізька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Івано-Франківська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Київська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Кіровоградська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Луганська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Львівська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Миколаївська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Одеська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Полтавська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Рівненська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Сумська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Тернопільська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Харківська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center"/>
              <w:rPr>
                <w:rFonts w:ascii="Calibri" w:hAnsi="Calibri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Херсонська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Хмельницька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Черкаська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Чернівецька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  <w:r w:rsidRPr="00C436D2">
              <w:rPr>
                <w:rFonts w:ascii="Calibri" w:hAnsi="Calibri" w:cs="Arial CYR"/>
              </w:rPr>
              <w:t>На рівні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Чернігівська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C436D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C436D2" w:rsidRPr="0027205E" w:rsidRDefault="00C436D2" w:rsidP="00C436D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436D2" w:rsidRPr="008175A5" w:rsidRDefault="00C436D2" w:rsidP="00C436D2">
            <w:r w:rsidRPr="008175A5">
              <w:t>м. Київ</w:t>
            </w:r>
          </w:p>
        </w:tc>
        <w:tc>
          <w:tcPr>
            <w:tcW w:w="851" w:type="dxa"/>
          </w:tcPr>
          <w:p w:rsidR="00C436D2" w:rsidRPr="0027205E" w:rsidRDefault="00C436D2" w:rsidP="00C436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2" w:rsidRDefault="00C436D2" w:rsidP="00C436D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436D2" w:rsidRDefault="00C436D2" w:rsidP="00C436D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C436D2" w:rsidRPr="009727AD" w:rsidRDefault="00C436D2" w:rsidP="00C436D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8175A5" w:rsidRDefault="00824EA4" w:rsidP="00824EA4">
            <w:r w:rsidRPr="008175A5">
              <w:t>м. Севастополь</w:t>
            </w: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24EA4" w:rsidRPr="008175A5" w:rsidRDefault="00824EA4" w:rsidP="00824EA4"/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824EA4" w:rsidRPr="0027205E" w:rsidRDefault="00824EA4" w:rsidP="00824E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24EA4" w:rsidRPr="0027205E" w:rsidRDefault="00824EA4" w:rsidP="00824E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824EA4" w:rsidRPr="0027205E" w:rsidRDefault="00824EA4" w:rsidP="00824E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4EA4" w:rsidRPr="0027205E" w:rsidTr="00764F9F">
        <w:tc>
          <w:tcPr>
            <w:tcW w:w="564" w:type="dxa"/>
            <w:shd w:val="clear" w:color="auto" w:fill="DAE9F7"/>
          </w:tcPr>
          <w:p w:rsidR="00824EA4" w:rsidRPr="0027205E" w:rsidRDefault="00824EA4" w:rsidP="00824EA4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824EA4" w:rsidRPr="0027205E" w:rsidRDefault="00824EA4" w:rsidP="00824EA4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УКРАЇНА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9636D" w:rsidRPr="0059636D" w:rsidRDefault="0059636D" w:rsidP="0059636D">
            <w:pPr>
              <w:jc w:val="center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992" w:type="dxa"/>
            <w:vAlign w:val="bottom"/>
          </w:tcPr>
          <w:p w:rsidR="0059636D" w:rsidRPr="0059636D" w:rsidRDefault="0059636D" w:rsidP="0059636D">
            <w:pPr>
              <w:jc w:val="center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0,002</w:t>
            </w:r>
          </w:p>
        </w:tc>
        <w:tc>
          <w:tcPr>
            <w:tcW w:w="993" w:type="dxa"/>
            <w:vAlign w:val="bottom"/>
          </w:tcPr>
          <w:p w:rsidR="0059636D" w:rsidRPr="0059636D" w:rsidRDefault="0059636D" w:rsidP="0059636D">
            <w:pPr>
              <w:jc w:val="center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1134" w:type="dxa"/>
            <w:vAlign w:val="bottom"/>
          </w:tcPr>
          <w:p w:rsidR="0059636D" w:rsidRPr="0059636D" w:rsidRDefault="0059636D" w:rsidP="0059636D">
            <w:pPr>
              <w:jc w:val="center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0,002</w:t>
            </w:r>
          </w:p>
        </w:tc>
        <w:tc>
          <w:tcPr>
            <w:tcW w:w="1134" w:type="dxa"/>
            <w:vAlign w:val="bottom"/>
          </w:tcPr>
          <w:p w:rsidR="0059636D" w:rsidRPr="009727AD" w:rsidRDefault="0059636D" w:rsidP="0059636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727AD">
              <w:rPr>
                <w:rFonts w:ascii="Calibri" w:hAnsi="Calibri" w:cs="Arial CYR"/>
                <w:b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59636D" w:rsidRPr="0059636D" w:rsidRDefault="0059636D" w:rsidP="0059636D">
            <w:pPr>
              <w:jc w:val="right"/>
              <w:rPr>
                <w:b/>
                <w:bCs/>
                <w:lang w:eastAsia="en-US"/>
              </w:rPr>
            </w:pPr>
            <w:r w:rsidRPr="0059636D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850" w:type="dxa"/>
            <w:vAlign w:val="bottom"/>
          </w:tcPr>
          <w:p w:rsidR="0059636D" w:rsidRPr="0059636D" w:rsidRDefault="0059636D" w:rsidP="0059636D">
            <w:pPr>
              <w:jc w:val="right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59636D" w:rsidRPr="0059636D" w:rsidRDefault="0059636D" w:rsidP="0059636D">
            <w:pPr>
              <w:jc w:val="right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992" w:type="dxa"/>
            <w:vAlign w:val="bottom"/>
          </w:tcPr>
          <w:p w:rsidR="0059636D" w:rsidRPr="0059636D" w:rsidRDefault="0059636D" w:rsidP="0059636D">
            <w:pPr>
              <w:jc w:val="right"/>
              <w:rPr>
                <w:b/>
                <w:bCs/>
              </w:rPr>
            </w:pPr>
            <w:r w:rsidRPr="0059636D">
              <w:rPr>
                <w:rFonts w:ascii="Arial CYR" w:hAnsi="Arial CYR" w:cs="Arial CYR"/>
                <w:b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59636D" w:rsidRDefault="0059636D" w:rsidP="0059636D">
            <w:pPr>
              <w:jc w:val="right"/>
              <w:rPr>
                <w:b/>
                <w:bCs/>
              </w:rPr>
            </w:pPr>
            <w:r w:rsidRPr="0059636D">
              <w:rPr>
                <w:rFonts w:ascii="UkrainianSchoolBook" w:hAnsi="UkrainianSchoolBook" w:cs="Arial CYR"/>
                <w:b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АР Крим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Вінницька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Волинська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Дніпропетровська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59636D" w:rsidRPr="0059636D" w:rsidRDefault="0059636D" w:rsidP="0059636D">
            <w:pPr>
              <w:jc w:val="center"/>
              <w:rPr>
                <w:sz w:val="22"/>
                <w:szCs w:val="22"/>
              </w:rPr>
            </w:pPr>
            <w:r w:rsidRPr="0059636D">
              <w:rPr>
                <w:sz w:val="22"/>
                <w:szCs w:val="22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59636D" w:rsidRDefault="0059636D" w:rsidP="0059636D">
            <w:pPr>
              <w:jc w:val="right"/>
              <w:rPr>
                <w:sz w:val="22"/>
                <w:szCs w:val="22"/>
              </w:rPr>
            </w:pPr>
            <w:r w:rsidRPr="0059636D">
              <w:rPr>
                <w:sz w:val="22"/>
                <w:szCs w:val="22"/>
              </w:rPr>
              <w:t>+1вип.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Донецька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Житомирська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Закарпатська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Запорізька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Івано-Франківська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Київська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Pr="0027205E" w:rsidRDefault="0059636D" w:rsidP="0059636D">
            <w:pPr>
              <w:jc w:val="right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Кіровоградська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Луганська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Львівська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Миколаївська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Одеська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Полтавська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Рівненська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Сумська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Тернопільська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Харківська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Херсонська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Хмельницька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Черкаська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Чернівецька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9727AD" w:rsidRDefault="0059636D" w:rsidP="0059636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Чернігівська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м. Київ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9636D" w:rsidRPr="0027205E" w:rsidTr="000A4A2A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>
            <w:r w:rsidRPr="005E1074">
              <w:t>м. Севастополь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Default="0059636D" w:rsidP="0059636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/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5E1074" w:rsidRDefault="0059636D" w:rsidP="0059636D"/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9636D" w:rsidRPr="0027205E" w:rsidRDefault="0059636D" w:rsidP="0059636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9636D" w:rsidRPr="0027205E" w:rsidTr="00764F9F">
        <w:tc>
          <w:tcPr>
            <w:tcW w:w="564" w:type="dxa"/>
            <w:shd w:val="clear" w:color="auto" w:fill="DAE9F7"/>
          </w:tcPr>
          <w:p w:rsidR="0059636D" w:rsidRPr="0027205E" w:rsidRDefault="0059636D" w:rsidP="0059636D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59636D" w:rsidRPr="0027205E" w:rsidRDefault="0059636D" w:rsidP="0059636D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B25C40" w:rsidRDefault="0059636D" w:rsidP="0059636D">
            <w:r w:rsidRPr="00B25C40">
              <w:t>УКРАЇНА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UkrainianSchoolBook" w:hAnsi="UkrainianSchoolBook" w:cs="Arial CYR" w:hint="eastAsia"/>
                <w:b/>
                <w:bCs/>
                <w:lang w:val="ru-RU"/>
              </w:rPr>
              <w:t>н</w:t>
            </w:r>
            <w:r w:rsidRPr="00ED1FB8">
              <w:rPr>
                <w:rFonts w:ascii="UkrainianSchoolBook" w:hAnsi="UkrainianSchoolBook" w:cs="Arial CYR"/>
                <w:b/>
                <w:bCs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59636D" w:rsidRPr="00ED1FB8" w:rsidRDefault="00173A32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59636D" w:rsidRPr="00ED1FB8" w:rsidRDefault="00173A32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59636D" w:rsidRPr="00ED1FB8" w:rsidRDefault="00173A32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</w:t>
            </w:r>
            <w:r w:rsidR="00173A32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gridSpan w:val="2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UkrainianSchoolBook" w:hAnsi="UkrainianSchoolBook" w:cs="Arial CYR"/>
                <w:b/>
                <w:bCs/>
              </w:rPr>
              <w:t>-1вип.</w:t>
            </w:r>
          </w:p>
        </w:tc>
      </w:tr>
      <w:tr w:rsidR="0059636D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59636D" w:rsidRPr="0027205E" w:rsidRDefault="0059636D" w:rsidP="005963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9636D" w:rsidRPr="00B25C40" w:rsidRDefault="0059636D" w:rsidP="0059636D">
            <w:r w:rsidRPr="00B25C40">
              <w:t>АР Крим</w:t>
            </w:r>
          </w:p>
        </w:tc>
        <w:tc>
          <w:tcPr>
            <w:tcW w:w="851" w:type="dxa"/>
          </w:tcPr>
          <w:p w:rsidR="0059636D" w:rsidRPr="0027205E" w:rsidRDefault="0059636D" w:rsidP="005963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9636D" w:rsidRPr="00ED1FB8" w:rsidRDefault="0059636D" w:rsidP="0059636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Вінницька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Волинська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Дніпропетровська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ED1FB8" w:rsidRDefault="00173A32" w:rsidP="00173A32">
            <w:pPr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ED1FB8" w:rsidRDefault="00173A32" w:rsidP="00173A32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ED1FB8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 w:rsidRPr="00ED1FB8">
              <w:rPr>
                <w:bCs/>
                <w:sz w:val="22"/>
                <w:szCs w:val="22"/>
              </w:rPr>
              <w:t>+1вип.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Донецька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Житомирська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Закарпатська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Запорізька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Івано-Франківська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Київська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Кіровоградська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Луганська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Львівська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Миколаївська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Одеська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Полтавська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Рівненська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Сумська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Тернопільська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Харківська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Херсонська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Хмельницька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Черкаська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Чернівецька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Чернігівська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м. Київ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Default="00173A32" w:rsidP="00173A3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>
            <w:r w:rsidRPr="00B25C40">
              <w:t>м. Севастополь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/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B25C40" w:rsidRDefault="00173A32" w:rsidP="00173A32"/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73A32" w:rsidRPr="0027205E" w:rsidRDefault="00173A32" w:rsidP="00173A3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c>
          <w:tcPr>
            <w:tcW w:w="564" w:type="dxa"/>
            <w:shd w:val="clear" w:color="auto" w:fill="DAE9F7"/>
          </w:tcPr>
          <w:p w:rsidR="00173A32" w:rsidRPr="0027205E" w:rsidRDefault="00173A32" w:rsidP="00173A32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173A32" w:rsidRPr="0027205E" w:rsidRDefault="00173A32" w:rsidP="00173A32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УКРАЇНА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АР Крим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Вінницька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Волинська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Дніпропетровська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Донецька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Житомирська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Закарпатська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Запорізька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Івано-Франківська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Київська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Кіровоградська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Луганська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Львівська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Миколаївська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Одеська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Полтавська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Рівненська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Сумська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Тернопільська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Харківська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Херсонська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Хмельницька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Черкаська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Чернівецька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Чернігівська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м. Київ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>
            <w:r w:rsidRPr="00E337AA">
              <w:t>м. Севастополь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E337AA" w:rsidRDefault="00173A32" w:rsidP="00173A32"/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73A32" w:rsidRPr="0027205E" w:rsidRDefault="00173A32" w:rsidP="00173A3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73A32" w:rsidRPr="0027205E" w:rsidRDefault="00173A32" w:rsidP="00173A3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c>
          <w:tcPr>
            <w:tcW w:w="564" w:type="dxa"/>
            <w:shd w:val="clear" w:color="auto" w:fill="DAE9F7"/>
          </w:tcPr>
          <w:p w:rsidR="00173A32" w:rsidRPr="0027205E" w:rsidRDefault="00173A32" w:rsidP="00173A32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173A32" w:rsidRPr="0027205E" w:rsidRDefault="00173A32" w:rsidP="00173A32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УКРАЇНА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F507D">
              <w:rPr>
                <w:rFonts w:ascii="Arial CYR" w:hAnsi="Arial CYR" w:cs="Arial CYR"/>
                <w:b/>
              </w:rPr>
              <w:t>1560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3,81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  <w:b/>
              </w:rPr>
            </w:pPr>
            <w:r w:rsidRPr="00AF507D">
              <w:rPr>
                <w:rFonts w:ascii="UkrainianSchoolBook" w:hAnsi="UkrainianSchoolBook" w:cs="Arial CYR"/>
                <w:b/>
              </w:rPr>
              <w:t>-</w:t>
            </w:r>
            <w:r w:rsidR="00AF507D" w:rsidRPr="009727AD">
              <w:rPr>
                <w:rFonts w:ascii="Calibri" w:hAnsi="Calibri" w:cs="Arial CYR"/>
                <w:b/>
              </w:rPr>
              <w:t>17</w:t>
            </w:r>
            <w:r w:rsidR="00AF507D" w:rsidRPr="009727AD">
              <w:rPr>
                <w:rFonts w:ascii="Calibri" w:hAnsi="Calibri" w:cs="Arial CYR"/>
                <w:b/>
                <w:lang w:val="en-US"/>
              </w:rPr>
              <w:t>,3</w:t>
            </w:r>
            <w:r w:rsidR="00AF507D" w:rsidRPr="009727AD">
              <w:rPr>
                <w:rFonts w:ascii="Calibri" w:hAnsi="Calibri" w:cs="Arial CYR"/>
                <w:b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F507D">
              <w:rPr>
                <w:rFonts w:ascii="Arial CYR" w:hAnsi="Arial CYR" w:cs="Arial CYR"/>
                <w:b/>
              </w:rPr>
              <w:t>3805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9,28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AF507D" w:rsidRDefault="000A4A2A" w:rsidP="000A4A2A">
            <w:pPr>
              <w:jc w:val="right"/>
              <w:rPr>
                <w:rFonts w:ascii="Arial CYR" w:hAnsi="Arial CYR" w:cs="Arial CYR"/>
                <w:b/>
              </w:rPr>
            </w:pPr>
            <w:r w:rsidRPr="00AF507D">
              <w:rPr>
                <w:rFonts w:ascii="Arial CYR" w:hAnsi="Arial CYR" w:cs="Arial CYR"/>
                <w:b/>
              </w:rPr>
              <w:t>1,87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  <w:b/>
              </w:rPr>
            </w:pPr>
            <w:r w:rsidRPr="00AF507D">
              <w:rPr>
                <w:rFonts w:ascii="UkrainianSchoolBook" w:hAnsi="UkrainianSchoolBook" w:cs="Arial CYR"/>
                <w:b/>
              </w:rPr>
              <w:t>-4</w:t>
            </w:r>
            <w:r w:rsidR="000A4A2A" w:rsidRPr="00AF507D">
              <w:rPr>
                <w:rFonts w:ascii="UkrainianSchoolBook" w:hAnsi="UkrainianSchoolBook" w:cs="Arial CYR"/>
                <w:b/>
              </w:rPr>
              <w:t>,</w:t>
            </w:r>
            <w:r w:rsidRPr="009727AD">
              <w:rPr>
                <w:rFonts w:ascii="Calibri" w:hAnsi="Calibri" w:cs="Arial CYR"/>
                <w:b/>
              </w:rPr>
              <w:t>9</w:t>
            </w:r>
            <w:r w:rsidRPr="00AF507D">
              <w:rPr>
                <w:rFonts w:ascii="UkrainianSchoolBook" w:hAnsi="UkrainianSchoolBook" w:cs="Arial CYR"/>
                <w:b/>
              </w:rPr>
              <w:t>р.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1D051F" w:rsidRDefault="00173A32" w:rsidP="00173A32">
            <w:r w:rsidRPr="001D051F">
              <w:t>АР Крим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Вінницька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-97,24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Волинська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-83,33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Дніпропетровська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14</w:t>
            </w:r>
            <w:r w:rsidR="00796787">
              <w:rPr>
                <w:rFonts w:ascii="UkrainianSchoolBook" w:hAnsi="UkrainianSchoolBook" w:cs="Arial CYR"/>
              </w:rPr>
              <w:t>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Донецька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AF507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796787">
              <w:rPr>
                <w:rFonts w:ascii="UkrainianSchoolBook" w:hAnsi="UkrainianSchoolBook" w:cs="Arial CYR"/>
              </w:rPr>
              <w:t>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Житомирська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-89,63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Закарпатська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-84,31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Запорізька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0A4A2A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Івано-Франківська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-95,99</w:t>
            </w:r>
            <w:r w:rsidR="00AF507D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-87,39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Київська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-91,09</w:t>
            </w:r>
            <w:r w:rsidR="00AF507D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-81,39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Кіровоградська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AF507D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-39вип.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Луганська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AF507D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Львівська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-93,55</w:t>
            </w:r>
            <w:r w:rsidR="00AF507D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-85,79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Миколаївська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96787" w:rsidRPr="009727A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0A4A2A">
              <w:rPr>
                <w:rFonts w:ascii="UkrainianSchoolBook" w:hAnsi="UkrainianSchoolBook" w:cs="Arial CYR"/>
              </w:rPr>
              <w:t>5,18</w:t>
            </w:r>
            <w:r w:rsidRPr="009727AD">
              <w:rPr>
                <w:rFonts w:ascii="Calibri" w:hAnsi="Calibri" w:cs="Arial CYR"/>
              </w:rPr>
              <w:t>р.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Одеська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-84,16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0A4A2A">
              <w:rPr>
                <w:rFonts w:ascii="UkrainianSchoolBook" w:hAnsi="UkrainianSchoolBook" w:cs="Arial CYR"/>
              </w:rPr>
              <w:t>31,49</w:t>
            </w:r>
            <w:r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Полтавська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-83,82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Рівненська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-95,98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Сумська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Тернопільська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-92,31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Харківська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796787" w:rsidP="00796787">
            <w:pPr>
              <w:jc w:val="center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Херсонська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796787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Хмельницька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-97,18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79678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-89,93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Черкаська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79678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Чернівецька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-69</w:t>
            </w:r>
            <w:r w:rsidR="0079678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-94,91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Чернігівська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796787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796787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-46вип.</w:t>
            </w:r>
          </w:p>
        </w:tc>
      </w:tr>
      <w:tr w:rsidR="000A4A2A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0A4A2A" w:rsidRPr="0027205E" w:rsidRDefault="000A4A2A" w:rsidP="000A4A2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A4A2A" w:rsidRPr="001D051F" w:rsidRDefault="000A4A2A" w:rsidP="000A4A2A">
            <w:r w:rsidRPr="001D051F">
              <w:t>м. Київ</w:t>
            </w:r>
          </w:p>
        </w:tc>
        <w:tc>
          <w:tcPr>
            <w:tcW w:w="851" w:type="dxa"/>
          </w:tcPr>
          <w:p w:rsidR="000A4A2A" w:rsidRPr="0027205E" w:rsidRDefault="000A4A2A" w:rsidP="000A4A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-95,94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Default="000A4A2A" w:rsidP="000A4A2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A2A" w:rsidRPr="009727AD" w:rsidRDefault="000A4A2A" w:rsidP="000A4A2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-88,00</w:t>
            </w:r>
            <w:r w:rsidR="00796787" w:rsidRPr="009727AD">
              <w:rPr>
                <w:rFonts w:ascii="Calibri" w:hAnsi="Calibri" w:cs="Arial CYR"/>
              </w:rPr>
              <w:t>%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1D051F" w:rsidRDefault="00173A32" w:rsidP="00173A32">
            <w:r w:rsidRPr="001D051F">
              <w:t>м. Севастополь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1D051F" w:rsidRDefault="00173A32" w:rsidP="00173A32"/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1D051F" w:rsidRDefault="00173A32" w:rsidP="00173A32"/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73A32" w:rsidRPr="0027205E" w:rsidRDefault="00173A32" w:rsidP="00173A3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c>
          <w:tcPr>
            <w:tcW w:w="564" w:type="dxa"/>
            <w:shd w:val="clear" w:color="auto" w:fill="DAE9F7"/>
          </w:tcPr>
          <w:p w:rsidR="00173A32" w:rsidRPr="0027205E" w:rsidRDefault="00173A32" w:rsidP="00173A32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173A32" w:rsidRPr="0027205E" w:rsidRDefault="00173A32" w:rsidP="00173A32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УКРАЇНА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1545E3" w:rsidRDefault="00805419" w:rsidP="00805419">
            <w:pPr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173A32" w:rsidRPr="001545E3" w:rsidRDefault="00173A32" w:rsidP="00173A32">
            <w:pPr>
              <w:jc w:val="center"/>
              <w:rPr>
                <w:b/>
                <w:bCs/>
                <w:sz w:val="22"/>
                <w:szCs w:val="22"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</w:t>
            </w:r>
            <w:r w:rsidR="00805419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993" w:type="dxa"/>
            <w:vAlign w:val="bottom"/>
          </w:tcPr>
          <w:p w:rsidR="00173A32" w:rsidRPr="001545E3" w:rsidRDefault="00173A32" w:rsidP="00173A32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173A32" w:rsidRPr="001545E3" w:rsidRDefault="00173A32" w:rsidP="00805419">
            <w:pPr>
              <w:rPr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173A32" w:rsidRPr="001545E3" w:rsidRDefault="00805419" w:rsidP="00173A32">
            <w:pPr>
              <w:jc w:val="center"/>
              <w:rPr>
                <w:b/>
                <w:bCs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-2</w:t>
            </w:r>
            <w:r w:rsidR="00173A32" w:rsidRPr="001545E3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173A32" w:rsidRPr="001545E3" w:rsidRDefault="003A6B19" w:rsidP="00173A3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850" w:type="dxa"/>
            <w:vAlign w:val="bottom"/>
          </w:tcPr>
          <w:p w:rsidR="00173A32" w:rsidRPr="001545E3" w:rsidRDefault="00173A32" w:rsidP="00173A32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173A32" w:rsidRPr="001545E3" w:rsidRDefault="00173A32" w:rsidP="00173A32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173A32" w:rsidRPr="001545E3" w:rsidRDefault="00173A32" w:rsidP="00173A32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1545E3" w:rsidRDefault="003A6B19" w:rsidP="00173A32">
            <w:pPr>
              <w:jc w:val="center"/>
              <w:rPr>
                <w:b/>
                <w:bCs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-7</w:t>
            </w:r>
            <w:r w:rsidR="00173A32" w:rsidRPr="001545E3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АР Крим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Вінницька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Волинська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Дніпропетровська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Донецька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Житомирська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Закарпатська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Запорізька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73A32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173A32" w:rsidRPr="0027205E" w:rsidRDefault="00173A32" w:rsidP="00173A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73A32" w:rsidRPr="00332A6A" w:rsidRDefault="00173A32" w:rsidP="00173A32">
            <w:r w:rsidRPr="00332A6A">
              <w:t>Івано-Франківська</w:t>
            </w:r>
          </w:p>
        </w:tc>
        <w:tc>
          <w:tcPr>
            <w:tcW w:w="851" w:type="dxa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173A3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73A32" w:rsidRPr="0027205E" w:rsidRDefault="00173A32" w:rsidP="00805419">
            <w:pPr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A32" w:rsidRPr="0027205E" w:rsidRDefault="00173A32" w:rsidP="00173A32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vAlign w:val="bottom"/>
          </w:tcPr>
          <w:p w:rsidR="00173A32" w:rsidRPr="0027205E" w:rsidRDefault="00173A32" w:rsidP="00173A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+2вип.</w:t>
            </w: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Київська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805419" w:rsidRDefault="003A6B19" w:rsidP="003A6B19">
            <w:pPr>
              <w:jc w:val="center"/>
              <w:rPr>
                <w:sz w:val="22"/>
                <w:szCs w:val="22"/>
              </w:rPr>
            </w:pPr>
            <w:r w:rsidRPr="0080541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3A6B19" w:rsidRPr="00805419" w:rsidRDefault="003A6B19" w:rsidP="003A6B19">
            <w:pPr>
              <w:jc w:val="center"/>
              <w:rPr>
                <w:sz w:val="22"/>
                <w:szCs w:val="22"/>
                <w:lang w:val="en-US"/>
              </w:rPr>
            </w:pPr>
            <w:r w:rsidRPr="00805419">
              <w:rPr>
                <w:sz w:val="22"/>
                <w:szCs w:val="22"/>
              </w:rPr>
              <w:t>0</w:t>
            </w:r>
            <w:r w:rsidRPr="00805419">
              <w:rPr>
                <w:sz w:val="22"/>
                <w:szCs w:val="22"/>
                <w:lang w:val="en-US"/>
              </w:rPr>
              <w:t>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3A6B19" w:rsidRDefault="003A6B19" w:rsidP="003A6B19">
            <w:pPr>
              <w:jc w:val="center"/>
            </w:pPr>
            <w:r>
              <w:rPr>
                <w:lang w:val="en-US"/>
              </w:rPr>
              <w:t>-1</w:t>
            </w:r>
            <w:r>
              <w:t>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805419" w:rsidRDefault="003A6B19" w:rsidP="003A6B19">
            <w:pPr>
              <w:jc w:val="center"/>
              <w:rPr>
                <w:sz w:val="22"/>
                <w:szCs w:val="22"/>
              </w:rPr>
            </w:pPr>
            <w:r w:rsidRPr="0080541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805419" w:rsidRDefault="003A6B19" w:rsidP="003A6B19">
            <w:pPr>
              <w:jc w:val="center"/>
              <w:rPr>
                <w:sz w:val="22"/>
                <w:szCs w:val="22"/>
                <w:lang w:val="en-US"/>
              </w:rPr>
            </w:pPr>
            <w:r w:rsidRPr="00805419">
              <w:rPr>
                <w:sz w:val="22"/>
                <w:szCs w:val="22"/>
              </w:rPr>
              <w:t>0</w:t>
            </w:r>
            <w:r w:rsidRPr="00805419">
              <w:rPr>
                <w:sz w:val="22"/>
                <w:szCs w:val="22"/>
                <w:lang w:val="en-US"/>
              </w:rPr>
              <w:t>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Кіровоградська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Луганська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Львівська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Миколаївська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Одеська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Полтавська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Рівненська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Сумська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805419" w:rsidRDefault="003A6B19" w:rsidP="003A6B1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805419" w:rsidRDefault="003A6B19" w:rsidP="003A6B19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Тернопільська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  <w:lang w:val="en-US"/>
              </w:rPr>
              <w:t>1</w:t>
            </w: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805419" w:rsidRDefault="003A6B19" w:rsidP="003A6B1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  <w:lang w:val="en-US"/>
              </w:rPr>
              <w:t>0,10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  <w:lang w:val="en-US"/>
              </w:rPr>
              <w:t>1</w:t>
            </w: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805419" w:rsidRDefault="003A6B19" w:rsidP="003A6B1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  <w:lang w:val="en-US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Харківська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Херсонська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Хмельницька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Черкаська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Чернівецька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Чернігівська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1545E3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м. Київ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1545E3" w:rsidRDefault="003A6B19" w:rsidP="003A6B19">
            <w:pPr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19" w:rsidRPr="0027205E" w:rsidRDefault="003A6B19" w:rsidP="003A6B1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A6B19" w:rsidRPr="001545E3" w:rsidRDefault="003A6B19" w:rsidP="003A6B19">
            <w:pPr>
              <w:jc w:val="center"/>
              <w:rPr>
                <w:bCs/>
                <w:sz w:val="22"/>
                <w:szCs w:val="22"/>
              </w:rPr>
            </w:pPr>
            <w:r w:rsidRPr="001545E3">
              <w:rPr>
                <w:bCs/>
                <w:sz w:val="22"/>
                <w:szCs w:val="22"/>
              </w:rPr>
              <w:t>-2вип.</w:t>
            </w:r>
          </w:p>
        </w:tc>
      </w:tr>
      <w:tr w:rsidR="003A6B19" w:rsidRPr="001545E3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>
            <w:r w:rsidRPr="00332A6A">
              <w:t>м. Севастополь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3A6B19" w:rsidRPr="001545E3" w:rsidRDefault="003A6B19" w:rsidP="003A6B1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/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/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332A6A" w:rsidRDefault="003A6B19" w:rsidP="003A6B19"/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6B19" w:rsidRPr="0027205E" w:rsidTr="00764F9F">
        <w:trPr>
          <w:trHeight w:val="264"/>
        </w:trPr>
        <w:tc>
          <w:tcPr>
            <w:tcW w:w="564" w:type="dxa"/>
            <w:shd w:val="clear" w:color="auto" w:fill="DAE9F7"/>
          </w:tcPr>
          <w:p w:rsidR="003A6B19" w:rsidRPr="0027205E" w:rsidRDefault="003A6B19" w:rsidP="003A6B19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3A6B19" w:rsidRPr="0027205E" w:rsidRDefault="003A6B19" w:rsidP="003A6B19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BD2D3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D2D37" w:rsidRPr="0027205E" w:rsidRDefault="00BD2D37" w:rsidP="00BD2D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2D37" w:rsidRPr="00D60E54" w:rsidRDefault="00BD2D37" w:rsidP="00BD2D37">
            <w:r w:rsidRPr="00D60E54">
              <w:t>УКРАЇНА</w:t>
            </w:r>
          </w:p>
        </w:tc>
        <w:tc>
          <w:tcPr>
            <w:tcW w:w="851" w:type="dxa"/>
          </w:tcPr>
          <w:p w:rsidR="00BD2D37" w:rsidRPr="0027205E" w:rsidRDefault="00BD2D37" w:rsidP="00BD2D3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3D5BB9">
              <w:rPr>
                <w:rFonts w:ascii="Arial CYR" w:hAnsi="Arial CYR" w:cs="Arial CYR"/>
                <w:b/>
              </w:rPr>
              <w:t>15</w:t>
            </w:r>
          </w:p>
        </w:tc>
        <w:tc>
          <w:tcPr>
            <w:tcW w:w="992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0,04</w:t>
            </w:r>
          </w:p>
        </w:tc>
        <w:tc>
          <w:tcPr>
            <w:tcW w:w="993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1134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0,02</w:t>
            </w:r>
          </w:p>
        </w:tc>
        <w:tc>
          <w:tcPr>
            <w:tcW w:w="1134" w:type="dxa"/>
            <w:vAlign w:val="bottom"/>
          </w:tcPr>
          <w:p w:rsidR="00BD2D37" w:rsidRPr="009727AD" w:rsidRDefault="00BD2D37" w:rsidP="00BD2D37">
            <w:pPr>
              <w:jc w:val="right"/>
              <w:rPr>
                <w:rFonts w:ascii="Calibri" w:hAnsi="Calibri" w:cs="Arial CYR"/>
                <w:b/>
              </w:rPr>
            </w:pPr>
            <w:r w:rsidRPr="003D5BB9">
              <w:rPr>
                <w:rFonts w:ascii="UkrainianSchoolBook" w:hAnsi="UkrainianSchoolBook" w:cs="Arial CYR"/>
                <w:b/>
              </w:rPr>
              <w:t>-8</w:t>
            </w:r>
            <w:r w:rsidR="00B578F0" w:rsidRPr="009727AD">
              <w:rPr>
                <w:rFonts w:ascii="Calibri" w:hAnsi="Calibri" w:cs="Arial CYR"/>
                <w:b/>
              </w:rPr>
              <w:t>вип.</w:t>
            </w:r>
          </w:p>
        </w:tc>
        <w:tc>
          <w:tcPr>
            <w:tcW w:w="850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3D5BB9">
              <w:rPr>
                <w:rFonts w:ascii="Arial CYR" w:hAnsi="Arial CYR" w:cs="Arial CYR"/>
                <w:b/>
              </w:rPr>
              <w:t>92</w:t>
            </w:r>
          </w:p>
        </w:tc>
        <w:tc>
          <w:tcPr>
            <w:tcW w:w="850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0,22</w:t>
            </w:r>
          </w:p>
        </w:tc>
        <w:tc>
          <w:tcPr>
            <w:tcW w:w="993" w:type="dxa"/>
            <w:gridSpan w:val="2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76</w:t>
            </w:r>
          </w:p>
        </w:tc>
        <w:tc>
          <w:tcPr>
            <w:tcW w:w="992" w:type="dxa"/>
            <w:vAlign w:val="bottom"/>
          </w:tcPr>
          <w:p w:rsidR="00BD2D37" w:rsidRPr="003D5BB9" w:rsidRDefault="00BD2D37" w:rsidP="00BD2D37">
            <w:pPr>
              <w:jc w:val="right"/>
              <w:rPr>
                <w:rFonts w:ascii="Arial CYR" w:hAnsi="Arial CYR" w:cs="Arial CYR"/>
                <w:b/>
              </w:rPr>
            </w:pPr>
            <w:r w:rsidRPr="003D5BB9">
              <w:rPr>
                <w:rFonts w:ascii="Arial CYR" w:hAnsi="Arial CYR" w:cs="Arial CYR"/>
                <w:b/>
              </w:rPr>
              <w:t>0,19</w:t>
            </w:r>
          </w:p>
        </w:tc>
        <w:tc>
          <w:tcPr>
            <w:tcW w:w="1134" w:type="dxa"/>
            <w:gridSpan w:val="2"/>
            <w:vAlign w:val="bottom"/>
          </w:tcPr>
          <w:p w:rsidR="00BD2D37" w:rsidRPr="009727AD" w:rsidRDefault="00BD2D37" w:rsidP="00BD2D37">
            <w:pPr>
              <w:jc w:val="right"/>
              <w:rPr>
                <w:rFonts w:ascii="Calibri" w:hAnsi="Calibri" w:cs="Arial CYR"/>
                <w:b/>
              </w:rPr>
            </w:pPr>
            <w:r w:rsidRPr="003D5BB9">
              <w:rPr>
                <w:rFonts w:ascii="UkrainianSchoolBook" w:hAnsi="UkrainianSchoolBook" w:cs="Arial CYR"/>
                <w:b/>
              </w:rPr>
              <w:t>-17,39</w:t>
            </w:r>
            <w:r w:rsidR="00B578F0" w:rsidRPr="009727AD">
              <w:rPr>
                <w:rFonts w:ascii="Calibri" w:hAnsi="Calibri" w:cs="Arial CYR"/>
                <w:b/>
              </w:rPr>
              <w:t>%</w:t>
            </w:r>
          </w:p>
        </w:tc>
      </w:tr>
      <w:tr w:rsidR="003A6B19" w:rsidRPr="0027205E" w:rsidTr="00764F9F">
        <w:trPr>
          <w:gridAfter w:val="1"/>
          <w:wAfter w:w="8" w:type="dxa"/>
          <w:trHeight w:val="276"/>
        </w:trPr>
        <w:tc>
          <w:tcPr>
            <w:tcW w:w="564" w:type="dxa"/>
          </w:tcPr>
          <w:p w:rsidR="003A6B19" w:rsidRPr="0027205E" w:rsidRDefault="003A6B19" w:rsidP="003A6B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A6B19" w:rsidRPr="00D60E54" w:rsidRDefault="003A6B19" w:rsidP="003A6B19">
            <w:r w:rsidRPr="00D60E54">
              <w:t>АР Крим</w:t>
            </w:r>
          </w:p>
        </w:tc>
        <w:tc>
          <w:tcPr>
            <w:tcW w:w="851" w:type="dxa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3A6B19" w:rsidRPr="0027205E" w:rsidRDefault="003A6B19" w:rsidP="003A6B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D2D3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D2D37" w:rsidRPr="0027205E" w:rsidRDefault="00BD2D37" w:rsidP="00BD2D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2D37" w:rsidRPr="00D60E54" w:rsidRDefault="00BD2D37" w:rsidP="00BD2D37">
            <w:r w:rsidRPr="00D60E54">
              <w:t>Вінницька</w:t>
            </w:r>
          </w:p>
        </w:tc>
        <w:tc>
          <w:tcPr>
            <w:tcW w:w="851" w:type="dxa"/>
          </w:tcPr>
          <w:p w:rsidR="00BD2D37" w:rsidRPr="0027205E" w:rsidRDefault="00BD2D37" w:rsidP="00BD2D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2D37" w:rsidRPr="009727AD" w:rsidRDefault="00BD2D37" w:rsidP="00B578F0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Pr="009727AD" w:rsidRDefault="00B578F0" w:rsidP="00BD2D37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</w:tr>
      <w:tr w:rsidR="00BD2D3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D2D37" w:rsidRPr="0027205E" w:rsidRDefault="00BD2D37" w:rsidP="00BD2D3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D2D37" w:rsidRPr="00D60E54" w:rsidRDefault="00BD2D37" w:rsidP="00BD2D37">
            <w:r w:rsidRPr="00D60E54">
              <w:t>Волинська</w:t>
            </w:r>
          </w:p>
        </w:tc>
        <w:tc>
          <w:tcPr>
            <w:tcW w:w="851" w:type="dxa"/>
          </w:tcPr>
          <w:p w:rsidR="00BD2D37" w:rsidRPr="0027205E" w:rsidRDefault="00BD2D37" w:rsidP="00BD2D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2D37" w:rsidRPr="009727AD" w:rsidRDefault="00B578F0" w:rsidP="00BD2D37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BD2D3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Default="00BD2D37" w:rsidP="00BD2D3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37" w:rsidRPr="009727AD" w:rsidRDefault="00B578F0" w:rsidP="00BD2D37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9727AD">
              <w:rPr>
                <w:rFonts w:ascii="Calibri" w:hAnsi="Calibri" w:cs="Arial CYR"/>
              </w:rPr>
              <w:t>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9727AD">
              <w:rPr>
                <w:rFonts w:ascii="Calibri" w:hAnsi="Calibri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3D5BB9">
              <w:rPr>
                <w:rFonts w:ascii="UkrainianSchoolBook" w:hAnsi="UkrainianSchoolBook" w:cs="Arial CYR"/>
              </w:rPr>
              <w:t>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3D5BB9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3D5BB9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3D5BB9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3D5BB9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3D5BB9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>
            <w:r w:rsidRPr="00D60E54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D60E54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>
            <w:r w:rsidRPr="00FE0233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FE0233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727AD">
              <w:rPr>
                <w:rFonts w:ascii="Arial CYR" w:hAnsi="Arial CYR" w:cs="Arial CYR"/>
                <w:b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  <w:b/>
              </w:rPr>
            </w:pPr>
            <w:r w:rsidRPr="009727AD">
              <w:rPr>
                <w:rFonts w:ascii="UkrainianSchoolBook" w:hAnsi="UkrainianSchoolBook" w:cs="Arial CYR"/>
                <w:b/>
              </w:rPr>
              <w:t>-15,03</w:t>
            </w:r>
            <w:r w:rsidR="00784DC9" w:rsidRPr="009727AD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727AD">
              <w:rPr>
                <w:rFonts w:ascii="Arial CYR" w:hAnsi="Arial CYR" w:cs="Arial CYR"/>
                <w:b/>
              </w:rPr>
              <w:t>825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766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Arial CYR" w:hAnsi="Arial CYR" w:cs="Arial CYR"/>
                <w:b/>
              </w:rPr>
            </w:pPr>
            <w:r w:rsidRPr="009727AD">
              <w:rPr>
                <w:rFonts w:ascii="Arial CYR" w:hAnsi="Arial CYR" w:cs="Arial CYR"/>
                <w:b/>
              </w:rPr>
              <w:t>1,87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  <w:b/>
              </w:rPr>
            </w:pPr>
            <w:r w:rsidRPr="009727AD">
              <w:rPr>
                <w:rFonts w:ascii="UkrainianSchoolBook" w:hAnsi="UkrainianSchoolBook" w:cs="Arial CYR"/>
                <w:b/>
              </w:rPr>
              <w:t>-7,15</w:t>
            </w:r>
            <w:r w:rsidR="00784DC9" w:rsidRPr="009727AD">
              <w:rPr>
                <w:rFonts w:ascii="Calibri" w:hAnsi="Calibri" w:cs="Arial CYR"/>
                <w:b/>
              </w:rPr>
              <w:t>%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DC9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9727A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DC9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784886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78488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78488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784886">
            <w:pPr>
              <w:jc w:val="center"/>
              <w:rPr>
                <w:rFonts w:ascii="Calibri" w:hAnsi="Calibri" w:cs="Arial CYR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78488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784886" w:rsidP="00B578F0">
            <w:pPr>
              <w:jc w:val="right"/>
              <w:rPr>
                <w:rFonts w:ascii="UkrainianSchoolBook" w:hAnsi="UkrainianSchoolBook" w:cs="Arial CYR"/>
              </w:rPr>
            </w:pPr>
            <w:r w:rsidRPr="00784886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9727AD">
              <w:rPr>
                <w:rFonts w:ascii="Calibri" w:hAnsi="Calibri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B578F0">
              <w:rPr>
                <w:rFonts w:ascii="UkrainianSchoolBook" w:hAnsi="UkrainianSchoolBook" w:cs="Arial CYR"/>
              </w:rPr>
              <w:t>2,74</w:t>
            </w:r>
            <w:r w:rsidRPr="009727AD">
              <w:rPr>
                <w:rFonts w:ascii="Calibri" w:hAnsi="Calibri" w:cs="Arial CYR"/>
              </w:rPr>
              <w:t>%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Pr="009727AD">
              <w:rPr>
                <w:rFonts w:ascii="Calibri" w:hAnsi="Calibri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784886" w:rsidP="00B578F0">
            <w:pPr>
              <w:jc w:val="right"/>
              <w:rPr>
                <w:rFonts w:ascii="UkrainianSchoolBook" w:hAnsi="UkrainianSchoolBook" w:cs="Arial CYR"/>
              </w:rPr>
            </w:pPr>
            <w:r w:rsidRPr="00784886">
              <w:rPr>
                <w:rFonts w:ascii="Calibri" w:hAnsi="Calibri" w:cs="Arial CYR"/>
              </w:rPr>
              <w:t>На рівні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-5,45</w:t>
            </w:r>
            <w:r w:rsidR="00784886" w:rsidRPr="009727AD">
              <w:rPr>
                <w:rFonts w:ascii="Calibri" w:hAnsi="Calibri" w:cs="Arial CYR"/>
              </w:rPr>
              <w:t>%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Default="00784886" w:rsidP="00B578F0">
            <w:pPr>
              <w:jc w:val="right"/>
              <w:rPr>
                <w:rFonts w:ascii="UkrainianSchoolBook" w:hAnsi="UkrainianSchoolBook" w:cs="Arial CYR"/>
              </w:rPr>
            </w:pPr>
            <w:r w:rsidRPr="00784886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B578F0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-34,29</w:t>
            </w:r>
            <w:r w:rsidR="00784886" w:rsidRPr="009727AD">
              <w:rPr>
                <w:rFonts w:ascii="Calibri" w:hAnsi="Calibri" w:cs="Arial CYR"/>
              </w:rPr>
              <w:t>%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9727AD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B578F0" w:rsidP="0078488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9727AD" w:rsidP="00B578F0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9727AD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78F0" w:rsidRPr="009727AD" w:rsidRDefault="00784886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B578F0">
              <w:rPr>
                <w:rFonts w:ascii="UkrainianSchoolBook" w:hAnsi="UkrainianSchoolBook" w:cs="Arial CYR"/>
              </w:rPr>
              <w:t>18,33</w:t>
            </w:r>
            <w:r w:rsidRPr="009727A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Default="00B578F0" w:rsidP="00B578F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8F0" w:rsidRPr="009727AD" w:rsidRDefault="009727AD" w:rsidP="00B578F0">
            <w:pPr>
              <w:jc w:val="right"/>
              <w:rPr>
                <w:rFonts w:ascii="Calibri" w:hAnsi="Calibri" w:cs="Arial CYR"/>
              </w:rPr>
            </w:pPr>
            <w:r w:rsidRPr="009727AD">
              <w:rPr>
                <w:rFonts w:ascii="Calibri" w:hAnsi="Calibri" w:cs="Arial CYR"/>
              </w:rPr>
              <w:t>+</w:t>
            </w:r>
            <w:r w:rsidR="00B578F0">
              <w:rPr>
                <w:rFonts w:ascii="UkrainianSchoolBook" w:hAnsi="UkrainianSchoolBook" w:cs="Arial CYR"/>
              </w:rPr>
              <w:t>20,50</w:t>
            </w:r>
            <w:r w:rsidRPr="009727AD">
              <w:rPr>
                <w:rFonts w:ascii="Calibri" w:hAnsi="Calibri" w:cs="Arial CYR"/>
              </w:rPr>
              <w:t>%</w:t>
            </w: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Default="00B578F0" w:rsidP="00B578F0"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686076" w:rsidRDefault="00B578F0" w:rsidP="00B578F0"/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D4361">
              <w:rPr>
                <w:rFonts w:ascii="Arial CYR" w:hAnsi="Arial CYR" w:cs="Arial CYR"/>
                <w:b/>
              </w:rPr>
              <w:t>80</w:t>
            </w:r>
          </w:p>
        </w:tc>
        <w:tc>
          <w:tcPr>
            <w:tcW w:w="992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0,20</w:t>
            </w:r>
          </w:p>
        </w:tc>
        <w:tc>
          <w:tcPr>
            <w:tcW w:w="993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39</w:t>
            </w:r>
          </w:p>
        </w:tc>
        <w:tc>
          <w:tcPr>
            <w:tcW w:w="1134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0,10</w:t>
            </w:r>
          </w:p>
        </w:tc>
        <w:tc>
          <w:tcPr>
            <w:tcW w:w="1134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UkrainianSchoolBook" w:hAnsi="UkrainianSchoolBook" w:cs="Arial CYR"/>
                <w:b/>
                <w:lang w:val="en-US"/>
              </w:rPr>
            </w:pPr>
            <w:r w:rsidRPr="005D4361">
              <w:rPr>
                <w:rFonts w:ascii="UkrainianSchoolBook" w:hAnsi="UkrainianSchoolBook" w:cs="Arial CYR"/>
                <w:b/>
              </w:rPr>
              <w:t>-51,25</w:t>
            </w:r>
            <w:r w:rsidRPr="005D4361">
              <w:rPr>
                <w:rFonts w:ascii="UkrainianSchoolBook" w:hAnsi="UkrainianSchoolBook" w:cs="Arial CYR"/>
                <w:b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D4361">
              <w:rPr>
                <w:rFonts w:ascii="Arial CYR" w:hAnsi="Arial CYR" w:cs="Arial CYR"/>
                <w:b/>
              </w:rPr>
              <w:t>338</w:t>
            </w:r>
          </w:p>
        </w:tc>
        <w:tc>
          <w:tcPr>
            <w:tcW w:w="850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166</w:t>
            </w:r>
          </w:p>
        </w:tc>
        <w:tc>
          <w:tcPr>
            <w:tcW w:w="992" w:type="dxa"/>
            <w:vAlign w:val="bottom"/>
          </w:tcPr>
          <w:p w:rsidR="005D4361" w:rsidRPr="005D4361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5D4361">
              <w:rPr>
                <w:rFonts w:ascii="Arial CYR" w:hAnsi="Arial CYR" w:cs="Arial CYR"/>
                <w:b/>
              </w:rPr>
              <w:t>0,40</w:t>
            </w:r>
          </w:p>
        </w:tc>
        <w:tc>
          <w:tcPr>
            <w:tcW w:w="1134" w:type="dxa"/>
            <w:gridSpan w:val="2"/>
            <w:vAlign w:val="bottom"/>
          </w:tcPr>
          <w:p w:rsidR="005D4361" w:rsidRPr="005D4361" w:rsidRDefault="005D4361" w:rsidP="005D4361">
            <w:pPr>
              <w:jc w:val="right"/>
              <w:rPr>
                <w:rFonts w:ascii="UkrainianSchoolBook" w:hAnsi="UkrainianSchoolBook" w:cs="Arial CYR"/>
                <w:b/>
                <w:lang w:val="en-US"/>
              </w:rPr>
            </w:pPr>
            <w:r w:rsidRPr="005D4361">
              <w:rPr>
                <w:rFonts w:ascii="UkrainianSchoolBook" w:hAnsi="UkrainianSchoolBook" w:cs="Arial CYR"/>
                <w:b/>
              </w:rPr>
              <w:t>-50,89</w:t>
            </w:r>
            <w:r w:rsidRPr="005D4361">
              <w:rPr>
                <w:rFonts w:ascii="UkrainianSchoolBook" w:hAnsi="UkrainianSchoolBook" w:cs="Arial CYR"/>
                <w:b/>
                <w:lang w:val="en-US"/>
              </w:rPr>
              <w:t>%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7B1C18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-75,71</w:t>
            </w:r>
            <w:r w:rsidRPr="007B1C1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-65,46</w:t>
            </w:r>
            <w:r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7B1C18">
              <w:rPr>
                <w:rFonts w:ascii="Calibri" w:hAnsi="Calibri" w:cs="Arial CYR"/>
              </w:rPr>
              <w:t>рівні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11650">
              <w:rPr>
                <w:rFonts w:ascii="Arial CYR" w:hAnsi="Arial CYR" w:cs="Arial CYR"/>
                <w:b/>
              </w:rPr>
              <w:t>489</w:t>
            </w:r>
          </w:p>
        </w:tc>
        <w:tc>
          <w:tcPr>
            <w:tcW w:w="992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1,19</w:t>
            </w:r>
          </w:p>
        </w:tc>
        <w:tc>
          <w:tcPr>
            <w:tcW w:w="993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507</w:t>
            </w:r>
          </w:p>
        </w:tc>
        <w:tc>
          <w:tcPr>
            <w:tcW w:w="1134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1,24</w:t>
            </w:r>
          </w:p>
        </w:tc>
        <w:tc>
          <w:tcPr>
            <w:tcW w:w="1134" w:type="dxa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  <w:b/>
              </w:rPr>
            </w:pPr>
            <w:r w:rsidRPr="007B1C18">
              <w:rPr>
                <w:rFonts w:ascii="Calibri" w:hAnsi="Calibri" w:cs="Arial CYR"/>
                <w:b/>
              </w:rPr>
              <w:t>+</w:t>
            </w:r>
            <w:r w:rsidRPr="00011650">
              <w:rPr>
                <w:rFonts w:ascii="UkrainianSchoolBook" w:hAnsi="UkrainianSchoolBook" w:cs="Arial CYR"/>
                <w:b/>
              </w:rPr>
              <w:t>3,68</w:t>
            </w:r>
            <w:r w:rsidRPr="007B1C18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11650">
              <w:rPr>
                <w:rFonts w:ascii="Arial CYR" w:hAnsi="Arial CYR" w:cs="Arial CYR"/>
                <w:b/>
              </w:rPr>
              <w:t>931</w:t>
            </w:r>
          </w:p>
        </w:tc>
        <w:tc>
          <w:tcPr>
            <w:tcW w:w="850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2,27</w:t>
            </w:r>
          </w:p>
        </w:tc>
        <w:tc>
          <w:tcPr>
            <w:tcW w:w="993" w:type="dxa"/>
            <w:gridSpan w:val="2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1014</w:t>
            </w:r>
          </w:p>
        </w:tc>
        <w:tc>
          <w:tcPr>
            <w:tcW w:w="992" w:type="dxa"/>
            <w:vAlign w:val="bottom"/>
          </w:tcPr>
          <w:p w:rsidR="005D4361" w:rsidRPr="00011650" w:rsidRDefault="005D4361" w:rsidP="005D4361">
            <w:pPr>
              <w:jc w:val="right"/>
              <w:rPr>
                <w:rFonts w:ascii="Arial CYR" w:hAnsi="Arial CYR" w:cs="Arial CYR"/>
                <w:b/>
              </w:rPr>
            </w:pPr>
            <w:r w:rsidRPr="00011650">
              <w:rPr>
                <w:rFonts w:ascii="Arial CYR" w:hAnsi="Arial CYR" w:cs="Arial CYR"/>
                <w:b/>
              </w:rPr>
              <w:t>2,47</w:t>
            </w:r>
          </w:p>
        </w:tc>
        <w:tc>
          <w:tcPr>
            <w:tcW w:w="1134" w:type="dxa"/>
            <w:gridSpan w:val="2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  <w:b/>
              </w:rPr>
            </w:pPr>
            <w:r w:rsidRPr="007B1C18">
              <w:rPr>
                <w:rFonts w:ascii="Calibri" w:hAnsi="Calibri" w:cs="Arial CYR"/>
                <w:b/>
              </w:rPr>
              <w:t>+</w:t>
            </w:r>
            <w:r w:rsidRPr="00011650">
              <w:rPr>
                <w:rFonts w:ascii="UkrainianSchoolBook" w:hAnsi="UkrainianSchoolBook" w:cs="Arial CYR"/>
                <w:b/>
              </w:rPr>
              <w:t>8,92</w:t>
            </w:r>
            <w:r w:rsidRPr="007B1C18">
              <w:rPr>
                <w:rFonts w:ascii="Calibri" w:hAnsi="Calibri" w:cs="Arial CYR"/>
                <w:b/>
              </w:rPr>
              <w:t>%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8вип.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4вип.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6вип.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011650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011650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7B1C18">
              <w:rPr>
                <w:rFonts w:ascii="Calibri" w:hAnsi="Calibri" w:cs="Arial CYR"/>
              </w:rPr>
              <w:t>рівні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10вип.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3вип.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011650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-24,56</w:t>
            </w:r>
            <w:r w:rsidRPr="007B1C1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-12,62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011650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58,18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7B1C18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1вип.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011650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-17,19</w:t>
            </w:r>
            <w:r w:rsidRPr="007B1C1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-12,15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6вип.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-3,95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68,09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24,49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3вип.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4вип.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-48,15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29,27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 w:rsidR="00011650">
              <w:rPr>
                <w:rFonts w:ascii="UkrainianSchoolBook" w:hAnsi="UkrainianSchoolBook" w:cs="Arial CYR"/>
              </w:rPr>
              <w:t>18вип.</w:t>
            </w:r>
          </w:p>
        </w:tc>
      </w:tr>
      <w:tr w:rsidR="005D436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D4361" w:rsidRPr="0027205E" w:rsidRDefault="005D4361" w:rsidP="005D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D4361" w:rsidRPr="0027205E" w:rsidRDefault="005D4361" w:rsidP="005D436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D4361" w:rsidRPr="0027205E" w:rsidRDefault="005D4361" w:rsidP="005D43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52,78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Default="005D4361" w:rsidP="005D43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361" w:rsidRPr="007B1C18" w:rsidRDefault="005D4361" w:rsidP="005D4361">
            <w:pPr>
              <w:jc w:val="right"/>
              <w:rPr>
                <w:rFonts w:ascii="Calibri" w:hAnsi="Calibri" w:cs="Arial CYR"/>
              </w:rPr>
            </w:pPr>
            <w:r w:rsidRPr="007B1C18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25,76</w:t>
            </w:r>
            <w:r w:rsidR="00011650" w:rsidRPr="007B1C18">
              <w:rPr>
                <w:rFonts w:ascii="Calibri" w:hAnsi="Calibri" w:cs="Arial CYR"/>
              </w:rPr>
              <w:t>%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DA55F7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DA55F7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AF0698" w:rsidRDefault="00AF0698" w:rsidP="00B578F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B578F0" w:rsidRPr="0027205E" w:rsidRDefault="00AF0698" w:rsidP="00B578F0">
            <w:pPr>
              <w:jc w:val="center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AF0698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AF0698">
              <w:rPr>
                <w:b/>
                <w:sz w:val="22"/>
                <w:szCs w:val="22"/>
                <w:lang w:val="en-US"/>
              </w:rPr>
              <w:t>1</w:t>
            </w:r>
            <w:r w:rsidR="00AF0698">
              <w:rPr>
                <w:b/>
                <w:sz w:val="22"/>
                <w:szCs w:val="22"/>
              </w:rPr>
              <w:t>вип.</w:t>
            </w:r>
          </w:p>
        </w:tc>
        <w:tc>
          <w:tcPr>
            <w:tcW w:w="850" w:type="dxa"/>
            <w:vAlign w:val="bottom"/>
          </w:tcPr>
          <w:p w:rsidR="00B578F0" w:rsidRPr="004270C8" w:rsidRDefault="00AF0698" w:rsidP="00B578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B578F0" w:rsidRPr="004270C8" w:rsidRDefault="00B578F0" w:rsidP="00B578F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</w:t>
            </w:r>
            <w:r w:rsidR="00AF0698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B578F0" w:rsidRPr="004270C8" w:rsidRDefault="00B578F0" w:rsidP="00B578F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B578F0" w:rsidRPr="004270C8" w:rsidRDefault="00B578F0" w:rsidP="00B578F0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4270C8" w:rsidRDefault="00AF0698" w:rsidP="00B578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ru-RU"/>
              </w:rPr>
              <w:t>-1вип.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F0698" w:rsidRPr="0027205E" w:rsidTr="00E154B4">
        <w:trPr>
          <w:gridAfter w:val="1"/>
          <w:wAfter w:w="8" w:type="dxa"/>
        </w:trPr>
        <w:tc>
          <w:tcPr>
            <w:tcW w:w="564" w:type="dxa"/>
          </w:tcPr>
          <w:p w:rsidR="00AF0698" w:rsidRPr="0027205E" w:rsidRDefault="00AF0698" w:rsidP="00AF069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F0698" w:rsidRPr="0027205E" w:rsidRDefault="00AF0698" w:rsidP="00AF069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F0698" w:rsidRPr="0027205E" w:rsidRDefault="00AF0698" w:rsidP="00AF0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F0698" w:rsidRPr="00DA55F7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0698" w:rsidRPr="00DA55F7" w:rsidRDefault="00AF0698" w:rsidP="00AF0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F0698" w:rsidRPr="00DA55F7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F0698" w:rsidRPr="00DA55F7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F0698" w:rsidRPr="0027205E" w:rsidRDefault="00AF0698" w:rsidP="00AF06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E154B4" w:rsidRPr="0027205E" w:rsidTr="00E154B4">
        <w:trPr>
          <w:gridAfter w:val="1"/>
          <w:wAfter w:w="8" w:type="dxa"/>
        </w:trPr>
        <w:tc>
          <w:tcPr>
            <w:tcW w:w="564" w:type="dxa"/>
          </w:tcPr>
          <w:p w:rsidR="00E154B4" w:rsidRPr="0027205E" w:rsidRDefault="00E154B4" w:rsidP="00E154B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154B4" w:rsidRPr="0027205E" w:rsidRDefault="00E154B4" w:rsidP="00E154B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154B4" w:rsidRPr="00AF0698" w:rsidRDefault="00E154B4" w:rsidP="00E154B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1вип.</w:t>
            </w:r>
          </w:p>
        </w:tc>
        <w:tc>
          <w:tcPr>
            <w:tcW w:w="850" w:type="dxa"/>
            <w:vAlign w:val="bottom"/>
          </w:tcPr>
          <w:p w:rsidR="00E154B4" w:rsidRPr="00AF0698" w:rsidRDefault="00E154B4" w:rsidP="00E154B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54B4" w:rsidRPr="0027205E" w:rsidTr="00E154B4">
        <w:trPr>
          <w:gridAfter w:val="1"/>
          <w:wAfter w:w="8" w:type="dxa"/>
        </w:trPr>
        <w:tc>
          <w:tcPr>
            <w:tcW w:w="564" w:type="dxa"/>
          </w:tcPr>
          <w:p w:rsidR="00E154B4" w:rsidRPr="0027205E" w:rsidRDefault="00E154B4" w:rsidP="00E154B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154B4" w:rsidRPr="0027205E" w:rsidRDefault="00E154B4" w:rsidP="00E154B4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154B4" w:rsidRPr="0027205E" w:rsidRDefault="00E154B4" w:rsidP="00E154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154B4" w:rsidRDefault="00E154B4" w:rsidP="00E154B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154B4" w:rsidRDefault="00E154B4" w:rsidP="00E154B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E154B4" w:rsidRPr="0027205E" w:rsidRDefault="00E154B4" w:rsidP="00E154B4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E154B4" w:rsidRPr="0027205E" w:rsidRDefault="00E154B4" w:rsidP="00E154B4">
            <w:pPr>
              <w:jc w:val="center"/>
            </w:pPr>
          </w:p>
        </w:tc>
        <w:tc>
          <w:tcPr>
            <w:tcW w:w="1134" w:type="dxa"/>
            <w:vAlign w:val="bottom"/>
          </w:tcPr>
          <w:p w:rsidR="00E154B4" w:rsidRPr="0027205E" w:rsidRDefault="00E154B4" w:rsidP="00E15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E154B4" w:rsidRDefault="00E154B4" w:rsidP="00E154B4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154B4" w:rsidRDefault="00E154B4" w:rsidP="00E154B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E154B4" w:rsidRPr="0027205E" w:rsidRDefault="00E154B4" w:rsidP="00E154B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154B4" w:rsidRPr="0027205E" w:rsidRDefault="00E154B4" w:rsidP="00E154B4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E154B4" w:rsidRPr="0027205E" w:rsidRDefault="00E154B4" w:rsidP="00E15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11473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992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0,010</w:t>
            </w:r>
          </w:p>
        </w:tc>
        <w:tc>
          <w:tcPr>
            <w:tcW w:w="993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6</w:t>
            </w:r>
          </w:p>
        </w:tc>
        <w:tc>
          <w:tcPr>
            <w:tcW w:w="1134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0,015</w:t>
            </w:r>
          </w:p>
        </w:tc>
        <w:tc>
          <w:tcPr>
            <w:tcW w:w="1134" w:type="dxa"/>
            <w:vAlign w:val="bottom"/>
          </w:tcPr>
          <w:p w:rsidR="00D11473" w:rsidRPr="00E642DC" w:rsidRDefault="00D11473" w:rsidP="00D11473">
            <w:pPr>
              <w:jc w:val="right"/>
              <w:rPr>
                <w:rFonts w:ascii="Calibri" w:hAnsi="Calibri" w:cs="Arial CYR"/>
                <w:b/>
              </w:rPr>
            </w:pPr>
            <w:r w:rsidRPr="00D11473">
              <w:rPr>
                <w:rFonts w:ascii="UkrainianSchoolBook" w:hAnsi="UkrainianSchoolBook" w:cs="Arial CYR"/>
                <w:b/>
                <w:lang w:val="en-US"/>
              </w:rPr>
              <w:t>+</w:t>
            </w:r>
            <w:r w:rsidRPr="00D11473">
              <w:rPr>
                <w:rFonts w:ascii="UkrainianSchoolBook" w:hAnsi="UkrainianSchoolBook" w:cs="Arial CYR"/>
                <w:b/>
              </w:rPr>
              <w:t>2</w:t>
            </w:r>
            <w:r w:rsidRPr="00E642DC">
              <w:rPr>
                <w:rFonts w:ascii="Calibri" w:hAnsi="Calibri" w:cs="Arial CYR"/>
                <w:b/>
              </w:rPr>
              <w:t>вип.</w:t>
            </w:r>
          </w:p>
        </w:tc>
        <w:tc>
          <w:tcPr>
            <w:tcW w:w="850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11473">
              <w:rPr>
                <w:rFonts w:ascii="Arial CYR" w:hAnsi="Arial CYR" w:cs="Arial CYR"/>
                <w:b/>
              </w:rPr>
              <w:t>14</w:t>
            </w:r>
          </w:p>
        </w:tc>
        <w:tc>
          <w:tcPr>
            <w:tcW w:w="850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0,034</w:t>
            </w:r>
          </w:p>
        </w:tc>
        <w:tc>
          <w:tcPr>
            <w:tcW w:w="993" w:type="dxa"/>
            <w:gridSpan w:val="2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25</w:t>
            </w:r>
          </w:p>
        </w:tc>
        <w:tc>
          <w:tcPr>
            <w:tcW w:w="992" w:type="dxa"/>
            <w:vAlign w:val="bottom"/>
          </w:tcPr>
          <w:p w:rsidR="00D11473" w:rsidRPr="00D11473" w:rsidRDefault="00D11473" w:rsidP="00D11473">
            <w:pPr>
              <w:jc w:val="right"/>
              <w:rPr>
                <w:rFonts w:ascii="Arial CYR" w:hAnsi="Arial CYR" w:cs="Arial CYR"/>
                <w:b/>
              </w:rPr>
            </w:pPr>
            <w:r w:rsidRPr="00D11473">
              <w:rPr>
                <w:rFonts w:ascii="Arial CYR" w:hAnsi="Arial CYR" w:cs="Arial CYR"/>
                <w:b/>
              </w:rPr>
              <w:t>0,061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E642DC" w:rsidRDefault="00D11473" w:rsidP="00D11473">
            <w:pPr>
              <w:jc w:val="right"/>
              <w:rPr>
                <w:rFonts w:ascii="Calibri" w:hAnsi="Calibri" w:cs="Arial CYR"/>
                <w:b/>
              </w:rPr>
            </w:pPr>
            <w:r w:rsidRPr="00E642DC">
              <w:rPr>
                <w:rFonts w:ascii="Calibri" w:hAnsi="Calibri" w:cs="Arial CYR"/>
                <w:b/>
              </w:rPr>
              <w:t>+</w:t>
            </w:r>
            <w:r w:rsidRPr="00D11473">
              <w:rPr>
                <w:rFonts w:ascii="UkrainianSchoolBook" w:hAnsi="UkrainianSchoolBook" w:cs="Arial CYR"/>
                <w:b/>
              </w:rPr>
              <w:t>11вип.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На рівні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+2вип.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-1вип.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+3вип.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на рівні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+2вип.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-2вип.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+1вип.</w:t>
            </w:r>
          </w:p>
        </w:tc>
      </w:tr>
      <w:tr w:rsidR="00D1147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11473" w:rsidRPr="0027205E" w:rsidRDefault="00D11473" w:rsidP="00D114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11473" w:rsidRPr="0027205E" w:rsidRDefault="00D11473" w:rsidP="00D114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Default="00D11473" w:rsidP="00D1147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11473" w:rsidRPr="0027205E" w:rsidRDefault="00D11473" w:rsidP="00D11473">
            <w:pPr>
              <w:jc w:val="center"/>
            </w:pP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D11473" w:rsidRDefault="00D11473" w:rsidP="00D1147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D11473" w:rsidRPr="0027205E" w:rsidRDefault="00D11473" w:rsidP="00D11473">
            <w:pPr>
              <w:jc w:val="center"/>
            </w:pPr>
            <w:r>
              <w:t>+3вип.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9C6AC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C6AC3" w:rsidRPr="0027205E" w:rsidRDefault="009C6AC3" w:rsidP="009C6A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6AC3" w:rsidRPr="0027205E" w:rsidRDefault="009C6AC3" w:rsidP="009C6A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C6AC3" w:rsidRPr="0027205E" w:rsidRDefault="009C6AC3" w:rsidP="009C6AC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</w:rPr>
            </w:pPr>
            <w:r>
              <w:rPr>
                <w:b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9C6AC3" w:rsidRPr="0027205E" w:rsidRDefault="009C6AC3" w:rsidP="009C6A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C6AC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C6AC3" w:rsidRPr="0027205E" w:rsidRDefault="009C6AC3" w:rsidP="009C6A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6AC3" w:rsidRPr="0027205E" w:rsidRDefault="009C6AC3" w:rsidP="009C6A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993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9C6AC3" w:rsidRPr="0027205E" w:rsidRDefault="009C6AC3" w:rsidP="009C6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850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9C6AC3" w:rsidRPr="0027205E" w:rsidRDefault="009C6AC3" w:rsidP="009C6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C6AC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C6AC3" w:rsidRPr="0027205E" w:rsidRDefault="009C6AC3" w:rsidP="009C6A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6AC3" w:rsidRPr="0027205E" w:rsidRDefault="009C6AC3" w:rsidP="009C6AC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992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1134" w:type="dxa"/>
            <w:vAlign w:val="bottom"/>
          </w:tcPr>
          <w:p w:rsidR="009C6AC3" w:rsidRPr="0027205E" w:rsidRDefault="009C6AC3" w:rsidP="009C6AC3">
            <w:pPr>
              <w:jc w:val="center"/>
            </w:pPr>
          </w:p>
        </w:tc>
        <w:tc>
          <w:tcPr>
            <w:tcW w:w="1134" w:type="dxa"/>
            <w:vAlign w:val="bottom"/>
          </w:tcPr>
          <w:p w:rsidR="009C6AC3" w:rsidRPr="0027205E" w:rsidRDefault="009C6AC3" w:rsidP="009C6A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9C6AC3" w:rsidRDefault="009C6AC3" w:rsidP="009C6AC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9C6AC3" w:rsidRPr="0027205E" w:rsidRDefault="009C6AC3" w:rsidP="009C6AC3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9C6AC3" w:rsidRPr="0027205E" w:rsidRDefault="009C6AC3" w:rsidP="009C6AC3">
            <w:pPr>
              <w:jc w:val="center"/>
            </w:pPr>
            <w: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9C6AC3" w:rsidRPr="0027205E" w:rsidRDefault="009C6AC3" w:rsidP="009C6A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bCs/>
                <w:sz w:val="24"/>
                <w:szCs w:val="24"/>
              </w:rPr>
            </w:pPr>
            <w:r w:rsidRPr="0027205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764F9F">
        <w:tc>
          <w:tcPr>
            <w:tcW w:w="564" w:type="dxa"/>
            <w:shd w:val="clear" w:color="auto" w:fill="DAE9F7"/>
          </w:tcPr>
          <w:p w:rsidR="00B578F0" w:rsidRPr="0027205E" w:rsidRDefault="00B578F0" w:rsidP="00B578F0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B578F0" w:rsidRPr="0027205E" w:rsidRDefault="00B578F0" w:rsidP="00B578F0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EA0848" w:rsidRPr="0027205E" w:rsidTr="00D95C83">
        <w:trPr>
          <w:gridAfter w:val="1"/>
          <w:wAfter w:w="8" w:type="dxa"/>
        </w:trPr>
        <w:tc>
          <w:tcPr>
            <w:tcW w:w="564" w:type="dxa"/>
          </w:tcPr>
          <w:p w:rsidR="00EA0848" w:rsidRPr="0027205E" w:rsidRDefault="00EA0848" w:rsidP="00EA08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A0848" w:rsidRPr="0027205E" w:rsidRDefault="00EA0848" w:rsidP="00EA084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EA0848" w:rsidRPr="0027205E" w:rsidRDefault="00EA0848" w:rsidP="00EA08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78F0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B578F0" w:rsidRPr="0027205E" w:rsidRDefault="00B578F0" w:rsidP="00B578F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578F0" w:rsidRPr="0027205E" w:rsidRDefault="00B578F0" w:rsidP="00B578F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578F0" w:rsidRPr="0027205E" w:rsidRDefault="00B578F0" w:rsidP="00B57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D95C83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Default="00946901" w:rsidP="0094690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3" w:type="dxa"/>
            <w:vAlign w:val="bottom"/>
          </w:tcPr>
          <w:p w:rsidR="00946901" w:rsidRDefault="00946901" w:rsidP="0094690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946901" w:rsidRPr="00E642DC" w:rsidRDefault="00946901" w:rsidP="00946901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Default="00946901" w:rsidP="0094690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946901" w:rsidRDefault="00946901" w:rsidP="0094690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946901" w:rsidRPr="00E642DC" w:rsidRDefault="00946901" w:rsidP="00946901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C2892">
              <w:rPr>
                <w:rFonts w:ascii="Arial CYR" w:hAnsi="Arial CYR" w:cs="Arial CYR"/>
                <w:b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0,093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0,661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  <w:b/>
              </w:rPr>
            </w:pPr>
            <w:r w:rsidRPr="00E642DC">
              <w:rPr>
                <w:rFonts w:ascii="Calibri" w:hAnsi="Calibri" w:cs="Arial CYR"/>
                <w:b/>
              </w:rPr>
              <w:t>+</w:t>
            </w:r>
            <w:r w:rsidRPr="002C2892">
              <w:rPr>
                <w:rFonts w:ascii="UkrainianSchoolBook" w:hAnsi="UkrainianSchoolBook" w:cs="Arial CYR"/>
                <w:b/>
              </w:rPr>
              <w:t>7,13</w:t>
            </w:r>
            <w:r w:rsidRPr="00E642DC">
              <w:rPr>
                <w:rFonts w:ascii="Calibri" w:hAnsi="Calibri" w:cs="Arial CYR"/>
                <w:b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C2892">
              <w:rPr>
                <w:rFonts w:ascii="Arial CYR" w:hAnsi="Arial CYR" w:cs="Arial CYR"/>
                <w:b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0,171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2C2892" w:rsidRDefault="002C2892" w:rsidP="002C2892">
            <w:pPr>
              <w:jc w:val="right"/>
              <w:rPr>
                <w:rFonts w:ascii="Arial CYR" w:hAnsi="Arial CYR" w:cs="Arial CYR"/>
                <w:b/>
              </w:rPr>
            </w:pPr>
            <w:r w:rsidRPr="002C2892">
              <w:rPr>
                <w:rFonts w:ascii="Arial CYR" w:hAnsi="Arial CYR" w:cs="Arial CYR"/>
                <w:b/>
              </w:rPr>
              <w:t>2,329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  <w:b/>
              </w:rPr>
            </w:pPr>
            <w:r w:rsidRPr="00E642DC">
              <w:rPr>
                <w:rFonts w:ascii="Calibri" w:hAnsi="Calibri" w:cs="Arial CYR"/>
                <w:b/>
              </w:rPr>
              <w:t>+</w:t>
            </w:r>
            <w:r w:rsidRPr="002C2892">
              <w:rPr>
                <w:rFonts w:ascii="UkrainianSchoolBook" w:hAnsi="UkrainianSchoolBook" w:cs="Arial CYR"/>
                <w:b/>
              </w:rPr>
              <w:t>13,64</w:t>
            </w:r>
            <w:r w:rsidRPr="00E642DC">
              <w:rPr>
                <w:rFonts w:ascii="Calibri" w:hAnsi="Calibri" w:cs="Arial CYR"/>
                <w:b/>
              </w:rPr>
              <w:t>р.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34,25</w:t>
            </w:r>
            <w:r w:rsidRPr="00E642DC">
              <w:rPr>
                <w:rFonts w:ascii="Calibri" w:hAnsi="Calibri" w:cs="Arial CYR"/>
              </w:rPr>
              <w:t>р.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7,18</w:t>
            </w:r>
            <w:r w:rsidRPr="00E642DC">
              <w:rPr>
                <w:rFonts w:ascii="Calibri" w:hAnsi="Calibri" w:cs="Arial CYR"/>
              </w:rPr>
              <w:t>р.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214вип.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rPr>
                <w:rFonts w:ascii="Calibri" w:hAnsi="Calibri" w:cs="Arial CYR"/>
              </w:rPr>
            </w:pP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UkrainianSchoolBook" w:hAnsi="UkrainianSchoolBook" w:cs="Arial CYR"/>
              </w:rPr>
            </w:pPr>
            <w:r>
              <w:rPr>
                <w:rFonts w:ascii="UkrainianSchoolBook" w:hAnsi="UkrainianSchoolBook" w:cs="Arial CYR"/>
              </w:rPr>
              <w:t>0,00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118,5р.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2C2892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C2892" w:rsidRPr="0027205E" w:rsidRDefault="002C2892" w:rsidP="002C28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C2892" w:rsidRPr="0027205E" w:rsidRDefault="002C2892" w:rsidP="002C289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C2892" w:rsidRPr="0027205E" w:rsidRDefault="002C2892" w:rsidP="002C28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C2892" w:rsidRDefault="002C2892" w:rsidP="002C289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2C2892" w:rsidRPr="00E642DC" w:rsidRDefault="002C2892" w:rsidP="002C2892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7,13</w:t>
            </w:r>
            <w:r w:rsidRPr="00E642DC">
              <w:rPr>
                <w:rFonts w:ascii="Calibri" w:hAnsi="Calibri" w:cs="Arial CYR"/>
              </w:rPr>
              <w:t>р.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A1EBA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992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0,007</w:t>
            </w:r>
          </w:p>
        </w:tc>
        <w:tc>
          <w:tcPr>
            <w:tcW w:w="993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1134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0,005</w:t>
            </w:r>
          </w:p>
        </w:tc>
        <w:tc>
          <w:tcPr>
            <w:tcW w:w="1134" w:type="dxa"/>
            <w:vAlign w:val="bottom"/>
          </w:tcPr>
          <w:p w:rsidR="00AA1EBA" w:rsidRPr="00E642DC" w:rsidRDefault="00AA1EBA" w:rsidP="00AA1EBA">
            <w:pPr>
              <w:jc w:val="right"/>
              <w:rPr>
                <w:rFonts w:ascii="Calibri" w:hAnsi="Calibri" w:cs="Arial CYR"/>
                <w:b/>
              </w:rPr>
            </w:pPr>
            <w:r w:rsidRPr="00AA1EBA">
              <w:rPr>
                <w:rFonts w:ascii="UkrainianSchoolBook" w:hAnsi="UkrainianSchoolBook" w:cs="Arial CYR"/>
                <w:b/>
              </w:rPr>
              <w:t>-1вип.</w:t>
            </w:r>
          </w:p>
        </w:tc>
        <w:tc>
          <w:tcPr>
            <w:tcW w:w="850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A1EBA">
              <w:rPr>
                <w:rFonts w:ascii="Arial CYR" w:hAnsi="Arial CYR" w:cs="Arial CYR"/>
                <w:b/>
              </w:rPr>
              <w:t>5</w:t>
            </w:r>
          </w:p>
        </w:tc>
        <w:tc>
          <w:tcPr>
            <w:tcW w:w="850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0,012</w:t>
            </w:r>
          </w:p>
        </w:tc>
        <w:tc>
          <w:tcPr>
            <w:tcW w:w="993" w:type="dxa"/>
            <w:gridSpan w:val="2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5</w:t>
            </w:r>
          </w:p>
        </w:tc>
        <w:tc>
          <w:tcPr>
            <w:tcW w:w="992" w:type="dxa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</w:rPr>
            </w:pPr>
            <w:r w:rsidRPr="00AA1EBA">
              <w:rPr>
                <w:rFonts w:ascii="Arial CYR" w:hAnsi="Arial CYR" w:cs="Arial CYR"/>
                <w:b/>
              </w:rPr>
              <w:t>0,012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AA1EBA" w:rsidRDefault="00AA1EBA" w:rsidP="00AA1EB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AA1EBA">
              <w:rPr>
                <w:rFonts w:ascii="Arial CYR" w:hAnsi="Arial CYR" w:cs="Arial CYR"/>
                <w:b/>
              </w:rPr>
              <w:t>На рівні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  <w:rPr>
                <w:lang w:eastAsia="en-US"/>
              </w:rPr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-2вип.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AA1EBA" w:rsidRDefault="00AA1EBA" w:rsidP="00AA1EBA">
            <w:pPr>
              <w:jc w:val="center"/>
              <w:rPr>
                <w:sz w:val="22"/>
                <w:szCs w:val="22"/>
              </w:rPr>
            </w:pPr>
            <w:r w:rsidRPr="00AA1EBA">
              <w:rPr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-1вип.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+1вип.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+1вип.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+1вип.</w:t>
            </w: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</w:p>
        </w:tc>
      </w:tr>
      <w:tr w:rsidR="00AA1EB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AA1EBA" w:rsidRPr="0027205E" w:rsidRDefault="00AA1EBA" w:rsidP="00AA1E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A1EBA" w:rsidRPr="0027205E" w:rsidRDefault="00AA1EBA" w:rsidP="00AA1EB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AA1EBA" w:rsidRPr="0027205E" w:rsidRDefault="00AA1EBA" w:rsidP="00AA1EB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AA1EBA" w:rsidRPr="0027205E" w:rsidRDefault="00AA1EBA" w:rsidP="00AA1E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A1EBA" w:rsidRDefault="00AA1EBA" w:rsidP="00AA1EB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A1EBA" w:rsidRPr="0027205E" w:rsidRDefault="00AA1EBA" w:rsidP="00AA1EBA">
            <w:pPr>
              <w:jc w:val="center"/>
            </w:pPr>
            <w:r>
              <w:t>-1вип.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95C83">
              <w:rPr>
                <w:rFonts w:ascii="Arial CYR" w:hAnsi="Arial CYR" w:cs="Arial CYR"/>
                <w:b/>
              </w:rPr>
              <w:t>1082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2,639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949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2,315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  <w:b/>
              </w:rPr>
            </w:pPr>
            <w:r w:rsidRPr="00D95C83">
              <w:rPr>
                <w:rFonts w:ascii="UkrainianSchoolBook" w:hAnsi="UkrainianSchoolBook" w:cs="Arial CYR"/>
                <w:b/>
              </w:rPr>
              <w:t>-12,29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95C83">
              <w:rPr>
                <w:rFonts w:ascii="Arial CYR" w:hAnsi="Arial CYR" w:cs="Arial CYR"/>
                <w:b/>
              </w:rPr>
              <w:t>5281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12,881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4567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D95C83" w:rsidRDefault="00D95C83" w:rsidP="00D95C83">
            <w:pPr>
              <w:jc w:val="right"/>
              <w:rPr>
                <w:rFonts w:ascii="Arial CYR" w:hAnsi="Arial CYR" w:cs="Arial CYR"/>
                <w:b/>
              </w:rPr>
            </w:pPr>
            <w:r w:rsidRPr="00D95C83">
              <w:rPr>
                <w:rFonts w:ascii="Arial CYR" w:hAnsi="Arial CYR" w:cs="Arial CYR"/>
                <w:b/>
              </w:rPr>
              <w:t>11,140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  <w:b/>
              </w:rPr>
            </w:pPr>
            <w:r w:rsidRPr="00D95C83">
              <w:rPr>
                <w:rFonts w:ascii="UkrainianSchoolBook" w:hAnsi="UkrainianSchoolBook" w:cs="Arial CYR"/>
                <w:b/>
              </w:rPr>
              <w:t>-13,52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-17,73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-28,33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-21,38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  <w:trHeight w:val="94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-22,54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-13,65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-38,33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-44,29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3,04р.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-32,69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-72,86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-47,37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-29,41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-10,53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-22,86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center"/>
              <w:rPr>
                <w:rFonts w:ascii="Calibri" w:hAnsi="Calibri" w:cs="Arial CYR"/>
              </w:rPr>
            </w:pP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-19,28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-19,19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-51,92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-4,24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-5,80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-8,45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-15,71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-4,08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28,79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-9,52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-10,36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58,06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-23,03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43,28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-10,98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-4,81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D95C83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D95C83" w:rsidRPr="0027205E" w:rsidRDefault="00D95C83" w:rsidP="00D95C8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5C83" w:rsidRPr="0027205E" w:rsidRDefault="00D95C83" w:rsidP="00D95C8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D95C83" w:rsidRPr="0027205E" w:rsidRDefault="00D95C83" w:rsidP="00D95C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75,27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Default="00D95C83" w:rsidP="00D95C8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C83" w:rsidRPr="00E642DC" w:rsidRDefault="00D95C83" w:rsidP="00D95C83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-5,21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D6139">
              <w:rPr>
                <w:rFonts w:ascii="Arial CYR" w:hAnsi="Arial CYR" w:cs="Arial CYR"/>
                <w:b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0,239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  <w:b/>
              </w:rPr>
            </w:pPr>
            <w:r w:rsidRPr="00E642DC">
              <w:rPr>
                <w:rFonts w:ascii="Calibri" w:hAnsi="Calibri" w:cs="Arial CYR"/>
                <w:b/>
              </w:rPr>
              <w:t>+</w:t>
            </w:r>
            <w:r w:rsidRPr="002D6139">
              <w:rPr>
                <w:rFonts w:ascii="UkrainianSchoolBook" w:hAnsi="UkrainianSchoolBook" w:cs="Arial CYR"/>
                <w:b/>
              </w:rPr>
              <w:t>2,09</w:t>
            </w:r>
            <w:r w:rsidRPr="00E642DC">
              <w:rPr>
                <w:rFonts w:ascii="Calibri" w:hAnsi="Calibri" w:cs="Arial CYR"/>
                <w:b/>
              </w:rPr>
              <w:t>р.</w:t>
            </w:r>
          </w:p>
        </w:tc>
        <w:tc>
          <w:tcPr>
            <w:tcW w:w="850" w:type="dxa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D6139">
              <w:rPr>
                <w:rFonts w:ascii="Arial CYR" w:hAnsi="Arial CYR" w:cs="Arial CYR"/>
                <w:b/>
              </w:rPr>
              <w:t>640</w:t>
            </w:r>
          </w:p>
        </w:tc>
        <w:tc>
          <w:tcPr>
            <w:tcW w:w="850" w:type="dxa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1,561</w:t>
            </w:r>
          </w:p>
        </w:tc>
        <w:tc>
          <w:tcPr>
            <w:tcW w:w="993" w:type="dxa"/>
            <w:gridSpan w:val="2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456</w:t>
            </w:r>
          </w:p>
        </w:tc>
        <w:tc>
          <w:tcPr>
            <w:tcW w:w="992" w:type="dxa"/>
            <w:vAlign w:val="bottom"/>
          </w:tcPr>
          <w:p w:rsidR="002D6139" w:rsidRPr="002D6139" w:rsidRDefault="002D6139" w:rsidP="002D6139">
            <w:pPr>
              <w:jc w:val="right"/>
              <w:rPr>
                <w:rFonts w:ascii="Arial CYR" w:hAnsi="Arial CYR" w:cs="Arial CYR"/>
                <w:b/>
              </w:rPr>
            </w:pPr>
            <w:r w:rsidRPr="002D6139">
              <w:rPr>
                <w:rFonts w:ascii="Arial CYR" w:hAnsi="Arial CYR" w:cs="Arial CYR"/>
                <w:b/>
              </w:rPr>
              <w:t>1,112</w:t>
            </w:r>
          </w:p>
        </w:tc>
        <w:tc>
          <w:tcPr>
            <w:tcW w:w="1134" w:type="dxa"/>
            <w:gridSpan w:val="2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  <w:b/>
              </w:rPr>
            </w:pPr>
            <w:r w:rsidRPr="002D6139">
              <w:rPr>
                <w:rFonts w:ascii="UkrainianSchoolBook" w:hAnsi="UkrainianSchoolBook" w:cs="Arial CYR"/>
                <w:b/>
              </w:rPr>
              <w:t>-28,75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-96,47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-85,07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5,10</w:t>
            </w:r>
            <w:r w:rsidRPr="00E642DC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-53,09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-85,87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</w:t>
            </w:r>
            <w:r w:rsidRPr="00E642DC">
              <w:rPr>
                <w:rFonts w:ascii="Calibri" w:hAnsi="Calibri" w:cs="Arial CYR"/>
              </w:rPr>
              <w:t>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center"/>
              <w:rPr>
                <w:rFonts w:ascii="Calibri" w:hAnsi="Calibri" w:cs="Arial CYR"/>
              </w:rPr>
            </w:pP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2D6139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2D6139" w:rsidRPr="0027205E" w:rsidRDefault="002D6139" w:rsidP="002D61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2D6139" w:rsidRPr="0027205E" w:rsidRDefault="002D6139" w:rsidP="002D613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2D6139" w:rsidRPr="0027205E" w:rsidRDefault="002D6139" w:rsidP="002D61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6,47</w:t>
            </w:r>
            <w:r w:rsidRPr="00E642DC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Default="002D6139" w:rsidP="002D613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139" w:rsidRPr="00E642DC" w:rsidRDefault="002D6139" w:rsidP="002D6139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3,08</w:t>
            </w:r>
            <w:r w:rsidRPr="00E642DC">
              <w:rPr>
                <w:rFonts w:ascii="Calibri" w:hAnsi="Calibri" w:cs="Arial CYR"/>
              </w:rPr>
              <w:t>р.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361A9F">
              <w:rPr>
                <w:rFonts w:ascii="Arial CYR" w:hAnsi="Arial CYR" w:cs="Arial CYR"/>
                <w:b/>
              </w:rPr>
              <w:t>78</w:t>
            </w:r>
          </w:p>
        </w:tc>
        <w:tc>
          <w:tcPr>
            <w:tcW w:w="992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0,190</w:t>
            </w:r>
          </w:p>
        </w:tc>
        <w:tc>
          <w:tcPr>
            <w:tcW w:w="993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38</w:t>
            </w:r>
          </w:p>
        </w:tc>
        <w:tc>
          <w:tcPr>
            <w:tcW w:w="1134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0,093</w:t>
            </w:r>
          </w:p>
        </w:tc>
        <w:tc>
          <w:tcPr>
            <w:tcW w:w="1134" w:type="dxa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  <w:b/>
              </w:rPr>
            </w:pPr>
            <w:r w:rsidRPr="00361A9F">
              <w:rPr>
                <w:rFonts w:ascii="UkrainianSchoolBook" w:hAnsi="UkrainianSchoolBook" w:cs="Arial CYR"/>
                <w:b/>
              </w:rPr>
              <w:t>-51,28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361A9F">
              <w:rPr>
                <w:rFonts w:ascii="Arial CYR" w:hAnsi="Arial CYR" w:cs="Arial CYR"/>
                <w:b/>
              </w:rPr>
              <w:t>346</w:t>
            </w:r>
          </w:p>
        </w:tc>
        <w:tc>
          <w:tcPr>
            <w:tcW w:w="850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0,844</w:t>
            </w:r>
          </w:p>
        </w:tc>
        <w:tc>
          <w:tcPr>
            <w:tcW w:w="993" w:type="dxa"/>
            <w:gridSpan w:val="2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217</w:t>
            </w:r>
          </w:p>
        </w:tc>
        <w:tc>
          <w:tcPr>
            <w:tcW w:w="992" w:type="dxa"/>
            <w:vAlign w:val="bottom"/>
          </w:tcPr>
          <w:p w:rsidR="00361A9F" w:rsidRPr="00361A9F" w:rsidRDefault="00361A9F" w:rsidP="00361A9F">
            <w:pPr>
              <w:jc w:val="right"/>
              <w:rPr>
                <w:rFonts w:ascii="Arial CYR" w:hAnsi="Arial CYR" w:cs="Arial CYR"/>
                <w:b/>
              </w:rPr>
            </w:pPr>
            <w:r w:rsidRPr="00361A9F">
              <w:rPr>
                <w:rFonts w:ascii="Arial CYR" w:hAnsi="Arial CYR" w:cs="Arial CYR"/>
                <w:b/>
              </w:rPr>
              <w:t>0,529</w:t>
            </w:r>
          </w:p>
        </w:tc>
        <w:tc>
          <w:tcPr>
            <w:tcW w:w="1134" w:type="dxa"/>
            <w:gridSpan w:val="2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  <w:b/>
              </w:rPr>
            </w:pPr>
            <w:r w:rsidRPr="00361A9F">
              <w:rPr>
                <w:rFonts w:ascii="UkrainianSchoolBook" w:hAnsi="UkrainianSchoolBook" w:cs="Arial CYR"/>
                <w:b/>
              </w:rPr>
              <w:t>-37,28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</w:t>
            </w:r>
            <w:r w:rsidRPr="00E642DC">
              <w:rPr>
                <w:rFonts w:ascii="Calibri" w:hAnsi="Calibri" w:cs="Arial CYR"/>
              </w:rPr>
              <w:t>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center"/>
              <w:rPr>
                <w:rFonts w:ascii="Calibri" w:hAnsi="Calibri" w:cs="Arial CYR"/>
              </w:rPr>
            </w:pP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-65,75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61A9F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361A9F" w:rsidRPr="0027205E" w:rsidRDefault="00361A9F" w:rsidP="00361A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61A9F" w:rsidRPr="0027205E" w:rsidRDefault="00361A9F" w:rsidP="00361A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361A9F" w:rsidRPr="0027205E" w:rsidRDefault="00361A9F" w:rsidP="00361A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Default="00361A9F" w:rsidP="00361A9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A9F" w:rsidRPr="00E642DC" w:rsidRDefault="00361A9F" w:rsidP="00361A9F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5164C">
              <w:rPr>
                <w:rFonts w:ascii="Arial CYR" w:hAnsi="Arial CYR" w:cs="Arial CYR"/>
                <w:b/>
              </w:rPr>
              <w:t>47</w:t>
            </w:r>
          </w:p>
        </w:tc>
        <w:tc>
          <w:tcPr>
            <w:tcW w:w="992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0,115</w:t>
            </w:r>
          </w:p>
        </w:tc>
        <w:tc>
          <w:tcPr>
            <w:tcW w:w="993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36</w:t>
            </w:r>
          </w:p>
        </w:tc>
        <w:tc>
          <w:tcPr>
            <w:tcW w:w="1134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0,088</w:t>
            </w:r>
          </w:p>
        </w:tc>
        <w:tc>
          <w:tcPr>
            <w:tcW w:w="1134" w:type="dxa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  <w:b/>
              </w:rPr>
            </w:pPr>
            <w:r w:rsidRPr="0055164C">
              <w:rPr>
                <w:rFonts w:ascii="UkrainianSchoolBook" w:hAnsi="UkrainianSchoolBook" w:cs="Arial CYR"/>
                <w:b/>
              </w:rPr>
              <w:t>-11вип.</w:t>
            </w:r>
          </w:p>
        </w:tc>
        <w:tc>
          <w:tcPr>
            <w:tcW w:w="850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5164C">
              <w:rPr>
                <w:rFonts w:ascii="Arial CYR" w:hAnsi="Arial CYR" w:cs="Arial CYR"/>
                <w:b/>
              </w:rPr>
              <w:t>211</w:t>
            </w:r>
          </w:p>
        </w:tc>
        <w:tc>
          <w:tcPr>
            <w:tcW w:w="850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0,515</w:t>
            </w:r>
          </w:p>
        </w:tc>
        <w:tc>
          <w:tcPr>
            <w:tcW w:w="993" w:type="dxa"/>
            <w:gridSpan w:val="2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186</w:t>
            </w:r>
          </w:p>
        </w:tc>
        <w:tc>
          <w:tcPr>
            <w:tcW w:w="992" w:type="dxa"/>
            <w:vAlign w:val="bottom"/>
          </w:tcPr>
          <w:p w:rsidR="0055164C" w:rsidRPr="0055164C" w:rsidRDefault="0055164C" w:rsidP="0055164C">
            <w:pPr>
              <w:jc w:val="right"/>
              <w:rPr>
                <w:rFonts w:ascii="Arial CYR" w:hAnsi="Arial CYR" w:cs="Arial CYR"/>
                <w:b/>
              </w:rPr>
            </w:pPr>
            <w:r w:rsidRPr="0055164C">
              <w:rPr>
                <w:rFonts w:ascii="Arial CYR" w:hAnsi="Arial CYR" w:cs="Arial CYR"/>
                <w:b/>
              </w:rPr>
              <w:t>0,454</w:t>
            </w:r>
          </w:p>
        </w:tc>
        <w:tc>
          <w:tcPr>
            <w:tcW w:w="1134" w:type="dxa"/>
            <w:gridSpan w:val="2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  <w:b/>
              </w:rPr>
            </w:pPr>
            <w:r w:rsidRPr="0055164C">
              <w:rPr>
                <w:rFonts w:ascii="UkrainianSchoolBook" w:hAnsi="UkrainianSchoolBook" w:cs="Arial CYR"/>
                <w:b/>
              </w:rPr>
              <w:t>-11,85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+2</w:t>
            </w:r>
            <w:r>
              <w:rPr>
                <w:rFonts w:ascii="UkrainianSchoolBook" w:hAnsi="UkrainianSchoolBook" w:cs="Arial CYR" w:hint="eastAsia"/>
              </w:rPr>
              <w:t>в</w:t>
            </w:r>
            <w:r>
              <w:rPr>
                <w:rFonts w:ascii="UkrainianSchoolBook" w:hAnsi="UkrainianSchoolBook" w:cs="Arial CYR"/>
              </w:rPr>
              <w:t>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55164C" w:rsidRPr="0027205E" w:rsidTr="0051317D">
        <w:trPr>
          <w:gridAfter w:val="1"/>
          <w:wAfter w:w="8" w:type="dxa"/>
          <w:trHeight w:val="131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5164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5164C" w:rsidRPr="0027205E" w:rsidRDefault="0055164C" w:rsidP="0055164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5164C" w:rsidRPr="0027205E" w:rsidRDefault="0055164C" w:rsidP="0055164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5164C" w:rsidRPr="0027205E" w:rsidRDefault="0055164C" w:rsidP="005516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center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Default="0055164C" w:rsidP="0055164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64C" w:rsidRPr="00E642DC" w:rsidRDefault="0055164C" w:rsidP="0055164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F83D97">
              <w:rPr>
                <w:rFonts w:ascii="Arial CYR" w:hAnsi="Arial CYR" w:cs="Arial CYR"/>
                <w:b/>
              </w:rPr>
              <w:t>855</w:t>
            </w:r>
          </w:p>
        </w:tc>
        <w:tc>
          <w:tcPr>
            <w:tcW w:w="992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2,085</w:t>
            </w:r>
          </w:p>
        </w:tc>
        <w:tc>
          <w:tcPr>
            <w:tcW w:w="993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665</w:t>
            </w:r>
          </w:p>
        </w:tc>
        <w:tc>
          <w:tcPr>
            <w:tcW w:w="1134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1,622</w:t>
            </w:r>
          </w:p>
        </w:tc>
        <w:tc>
          <w:tcPr>
            <w:tcW w:w="1134" w:type="dxa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  <w:b/>
              </w:rPr>
            </w:pPr>
            <w:r w:rsidRPr="00F83D97">
              <w:rPr>
                <w:rFonts w:ascii="UkrainianSchoolBook" w:hAnsi="UkrainianSchoolBook" w:cs="Arial CYR"/>
                <w:b/>
              </w:rPr>
              <w:t>-22,22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F83D97">
              <w:rPr>
                <w:rFonts w:ascii="Arial CYR" w:hAnsi="Arial CYR" w:cs="Arial CYR"/>
                <w:b/>
              </w:rPr>
              <w:t>4063</w:t>
            </w:r>
          </w:p>
        </w:tc>
        <w:tc>
          <w:tcPr>
            <w:tcW w:w="850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9,910</w:t>
            </w:r>
          </w:p>
        </w:tc>
        <w:tc>
          <w:tcPr>
            <w:tcW w:w="993" w:type="dxa"/>
            <w:gridSpan w:val="2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3682</w:t>
            </w:r>
          </w:p>
        </w:tc>
        <w:tc>
          <w:tcPr>
            <w:tcW w:w="992" w:type="dxa"/>
            <w:vAlign w:val="bottom"/>
          </w:tcPr>
          <w:p w:rsidR="00F83D97" w:rsidRPr="00F83D97" w:rsidRDefault="00F83D97" w:rsidP="00F83D97">
            <w:pPr>
              <w:jc w:val="right"/>
              <w:rPr>
                <w:rFonts w:ascii="Arial CYR" w:hAnsi="Arial CYR" w:cs="Arial CYR"/>
                <w:b/>
              </w:rPr>
            </w:pPr>
            <w:r w:rsidRPr="00F83D97">
              <w:rPr>
                <w:rFonts w:ascii="Arial CYR" w:hAnsi="Arial CYR" w:cs="Arial CYR"/>
                <w:b/>
              </w:rPr>
              <w:t>8,981</w:t>
            </w:r>
          </w:p>
        </w:tc>
        <w:tc>
          <w:tcPr>
            <w:tcW w:w="1134" w:type="dxa"/>
            <w:gridSpan w:val="2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  <w:b/>
              </w:rPr>
            </w:pPr>
            <w:r w:rsidRPr="00F83D97">
              <w:rPr>
                <w:rFonts w:ascii="UkrainianSchoolBook" w:hAnsi="UkrainianSchoolBook" w:cs="Arial CYR"/>
                <w:b/>
              </w:rPr>
              <w:t>-9,38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2,31</w:t>
            </w:r>
            <w:r w:rsidRPr="00E642DC">
              <w:rPr>
                <w:rFonts w:ascii="Calibri" w:hAnsi="Calibri" w:cs="Arial CYR"/>
              </w:rPr>
              <w:t>р.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1,90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-18,03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-15,06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-43,81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43,18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-11,59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-42,86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-8,88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-19,53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-14,52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-21,58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-52,81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61,54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-6,35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-10,85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-42,31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-17,65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-2,36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37,07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-7,83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-8,52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50,00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-19,55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28,69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4,92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6C54E8" w:rsidP="00F83D9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F83D97">
              <w:rPr>
                <w:rFonts w:ascii="UkrainianSchoolBook" w:hAnsi="UkrainianSchoolBook" w:cs="Arial CYR"/>
              </w:rPr>
              <w:t>4,76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F83D9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F83D97" w:rsidRPr="0027205E" w:rsidRDefault="00F83D97" w:rsidP="00F83D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83D97" w:rsidRPr="0027205E" w:rsidRDefault="00F83D97" w:rsidP="00F83D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F83D97" w:rsidRPr="0027205E" w:rsidRDefault="00F83D97" w:rsidP="00F83D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-50,75</w:t>
            </w:r>
            <w:r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Default="00F83D97" w:rsidP="00F83D9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D97" w:rsidRPr="00E642DC" w:rsidRDefault="00F83D97" w:rsidP="00F83D9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-46,15</w:t>
            </w:r>
            <w:r w:rsidR="006C54E8" w:rsidRPr="00E642DC">
              <w:rPr>
                <w:rFonts w:ascii="Calibri" w:hAnsi="Calibri" w:cs="Arial CYR"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49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1939C7">
              <w:rPr>
                <w:rFonts w:ascii="Arial CYR" w:hAnsi="Arial CYR" w:cs="Arial CYR"/>
                <w:b/>
              </w:rPr>
              <w:t>155</w:t>
            </w:r>
          </w:p>
        </w:tc>
        <w:tc>
          <w:tcPr>
            <w:tcW w:w="992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0,378</w:t>
            </w:r>
          </w:p>
        </w:tc>
        <w:tc>
          <w:tcPr>
            <w:tcW w:w="993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108</w:t>
            </w:r>
          </w:p>
        </w:tc>
        <w:tc>
          <w:tcPr>
            <w:tcW w:w="1134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0,263</w:t>
            </w:r>
          </w:p>
        </w:tc>
        <w:tc>
          <w:tcPr>
            <w:tcW w:w="1134" w:type="dxa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  <w:b/>
              </w:rPr>
            </w:pPr>
            <w:r w:rsidRPr="001939C7">
              <w:rPr>
                <w:rFonts w:ascii="UkrainianSchoolBook" w:hAnsi="UkrainianSchoolBook" w:cs="Arial CYR"/>
                <w:b/>
              </w:rPr>
              <w:t>-30,32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1939C7">
              <w:rPr>
                <w:rFonts w:ascii="Arial CYR" w:hAnsi="Arial CYR" w:cs="Arial CYR"/>
                <w:b/>
              </w:rPr>
              <w:t>698</w:t>
            </w:r>
          </w:p>
        </w:tc>
        <w:tc>
          <w:tcPr>
            <w:tcW w:w="850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1,703</w:t>
            </w:r>
          </w:p>
        </w:tc>
        <w:tc>
          <w:tcPr>
            <w:tcW w:w="993" w:type="dxa"/>
            <w:gridSpan w:val="2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658</w:t>
            </w:r>
          </w:p>
        </w:tc>
        <w:tc>
          <w:tcPr>
            <w:tcW w:w="992" w:type="dxa"/>
            <w:vAlign w:val="bottom"/>
          </w:tcPr>
          <w:p w:rsidR="001939C7" w:rsidRPr="001939C7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1939C7">
              <w:rPr>
                <w:rFonts w:ascii="Arial CYR" w:hAnsi="Arial CYR" w:cs="Arial CYR"/>
                <w:b/>
              </w:rPr>
              <w:t>1,605</w:t>
            </w:r>
          </w:p>
        </w:tc>
        <w:tc>
          <w:tcPr>
            <w:tcW w:w="1134" w:type="dxa"/>
            <w:gridSpan w:val="2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  <w:b/>
              </w:rPr>
            </w:pPr>
            <w:r w:rsidRPr="001939C7">
              <w:rPr>
                <w:rFonts w:ascii="UkrainianSchoolBook" w:hAnsi="UkrainianSchoolBook" w:cs="Arial CYR"/>
                <w:b/>
              </w:rPr>
              <w:t>-5,73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26вип.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9175BF" w:rsidRPr="00E642DC">
              <w:rPr>
                <w:rFonts w:ascii="Calibri" w:hAnsi="Calibri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175BF"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9175BF"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-16,87</w:t>
            </w:r>
            <w:r w:rsidR="009175BF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3</w:t>
            </w:r>
            <w:r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9175BF">
            <w:pPr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175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-10,91</w:t>
            </w:r>
            <w:r w:rsidR="009175BF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175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-24,73</w:t>
            </w:r>
            <w:r w:rsidR="009175BF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9175BF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</w:t>
            </w:r>
            <w:r w:rsidR="009175BF">
              <w:rPr>
                <w:rFonts w:ascii="UkrainianSchoolBook" w:hAnsi="UkrainianSchoolBook" w:cs="Arial CYR"/>
              </w:rPr>
              <w:t>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F34C5">
              <w:rPr>
                <w:rFonts w:ascii="Arial CYR" w:hAnsi="Arial CYR" w:cs="Arial CYR"/>
                <w:b/>
              </w:rPr>
              <w:t>692</w:t>
            </w:r>
          </w:p>
        </w:tc>
        <w:tc>
          <w:tcPr>
            <w:tcW w:w="992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1,688</w:t>
            </w:r>
          </w:p>
        </w:tc>
        <w:tc>
          <w:tcPr>
            <w:tcW w:w="993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556</w:t>
            </w:r>
          </w:p>
        </w:tc>
        <w:tc>
          <w:tcPr>
            <w:tcW w:w="1134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1,356</w:t>
            </w:r>
          </w:p>
        </w:tc>
        <w:tc>
          <w:tcPr>
            <w:tcW w:w="1134" w:type="dxa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  <w:b/>
              </w:rPr>
            </w:pPr>
            <w:r w:rsidRPr="000F34C5">
              <w:rPr>
                <w:rFonts w:ascii="UkrainianSchoolBook" w:hAnsi="UkrainianSchoolBook" w:cs="Arial CYR"/>
                <w:b/>
              </w:rPr>
              <w:t>-19,65</w:t>
            </w:r>
            <w:r w:rsidR="007832C2"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F34C5">
              <w:rPr>
                <w:rFonts w:ascii="Arial CYR" w:hAnsi="Arial CYR" w:cs="Arial CYR"/>
                <w:b/>
              </w:rPr>
              <w:t>3342</w:t>
            </w:r>
          </w:p>
        </w:tc>
        <w:tc>
          <w:tcPr>
            <w:tcW w:w="850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8,152</w:t>
            </w:r>
          </w:p>
        </w:tc>
        <w:tc>
          <w:tcPr>
            <w:tcW w:w="993" w:type="dxa"/>
            <w:gridSpan w:val="2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3015</w:t>
            </w:r>
          </w:p>
        </w:tc>
        <w:tc>
          <w:tcPr>
            <w:tcW w:w="992" w:type="dxa"/>
            <w:vAlign w:val="bottom"/>
          </w:tcPr>
          <w:p w:rsidR="001939C7" w:rsidRPr="000F34C5" w:rsidRDefault="001939C7" w:rsidP="001939C7">
            <w:pPr>
              <w:jc w:val="right"/>
              <w:rPr>
                <w:rFonts w:ascii="Arial CYR" w:hAnsi="Arial CYR" w:cs="Arial CYR"/>
                <w:b/>
              </w:rPr>
            </w:pPr>
            <w:r w:rsidRPr="000F34C5">
              <w:rPr>
                <w:rFonts w:ascii="Arial CYR" w:hAnsi="Arial CYR" w:cs="Arial CYR"/>
                <w:b/>
              </w:rPr>
              <w:t>7,354</w:t>
            </w:r>
          </w:p>
        </w:tc>
        <w:tc>
          <w:tcPr>
            <w:tcW w:w="1134" w:type="dxa"/>
            <w:gridSpan w:val="2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  <w:b/>
              </w:rPr>
            </w:pPr>
            <w:r w:rsidRPr="000F34C5">
              <w:rPr>
                <w:rFonts w:ascii="UkrainianSchoolBook" w:hAnsi="UkrainianSchoolBook" w:cs="Arial CYR"/>
                <w:b/>
              </w:rPr>
              <w:t>-9,78</w:t>
            </w:r>
            <w:r w:rsidR="007832C2"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2,30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-5,26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-14,10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12024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B12024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-45,51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B12024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-31,48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-6,75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B12024" w:rsidRPr="00E642DC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-25,89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-13,73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-24,22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-62,82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85,71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-7,58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E642DC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0F34C5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1,24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51,72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-3,19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-5,61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43,33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-14,95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28,13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1,04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B12024" w:rsidP="001939C7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1939C7">
              <w:rPr>
                <w:rFonts w:ascii="UkrainianSchoolBook" w:hAnsi="UkrainianSchoolBook" w:cs="Arial CYR"/>
              </w:rPr>
              <w:t>5,80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1939C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1939C7" w:rsidRPr="0027205E" w:rsidRDefault="001939C7" w:rsidP="001939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939C7" w:rsidRPr="0027205E" w:rsidRDefault="001939C7" w:rsidP="001939C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1939C7" w:rsidRPr="0027205E" w:rsidRDefault="001939C7" w:rsidP="001939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12024" w:rsidRPr="00E642DC" w:rsidRDefault="001939C7" w:rsidP="00B12024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-52,4</w:t>
            </w:r>
            <w:r w:rsidR="00B12024" w:rsidRPr="00E642DC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Default="001939C7" w:rsidP="001939C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9C7" w:rsidRPr="00E642DC" w:rsidRDefault="001939C7" w:rsidP="001939C7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-45,82</w:t>
            </w:r>
            <w:r w:rsidR="000F34C5" w:rsidRPr="00E642DC">
              <w:rPr>
                <w:rFonts w:ascii="Calibri" w:hAnsi="Calibri" w:cs="Arial CYR"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95464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992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0,02</w:t>
            </w:r>
          </w:p>
        </w:tc>
        <w:tc>
          <w:tcPr>
            <w:tcW w:w="993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1134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0,02</w:t>
            </w:r>
          </w:p>
        </w:tc>
        <w:tc>
          <w:tcPr>
            <w:tcW w:w="1134" w:type="dxa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  <w:b/>
              </w:rPr>
            </w:pPr>
            <w:r w:rsidRPr="00295464">
              <w:rPr>
                <w:rFonts w:ascii="UkrainianSchoolBook" w:hAnsi="UkrainianSchoolBook" w:cs="Arial CYR"/>
                <w:b/>
              </w:rPr>
              <w:t>-1вип.</w:t>
            </w:r>
          </w:p>
        </w:tc>
        <w:tc>
          <w:tcPr>
            <w:tcW w:w="850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295464">
              <w:rPr>
                <w:rFonts w:ascii="Arial CYR" w:hAnsi="Arial CYR" w:cs="Arial CYR"/>
                <w:b/>
              </w:rPr>
              <w:t>80</w:t>
            </w:r>
          </w:p>
        </w:tc>
        <w:tc>
          <w:tcPr>
            <w:tcW w:w="850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23</w:t>
            </w:r>
          </w:p>
        </w:tc>
        <w:tc>
          <w:tcPr>
            <w:tcW w:w="992" w:type="dxa"/>
            <w:vAlign w:val="bottom"/>
          </w:tcPr>
          <w:p w:rsidR="00800A3C" w:rsidRPr="00295464" w:rsidRDefault="00800A3C" w:rsidP="00800A3C">
            <w:pPr>
              <w:jc w:val="right"/>
              <w:rPr>
                <w:rFonts w:ascii="Arial CYR" w:hAnsi="Arial CYR" w:cs="Arial CYR"/>
                <w:b/>
              </w:rPr>
            </w:pPr>
            <w:r w:rsidRPr="00295464">
              <w:rPr>
                <w:rFonts w:ascii="Arial CYR" w:hAnsi="Arial CYR" w:cs="Arial CYR"/>
                <w:b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  <w:b/>
              </w:rPr>
            </w:pPr>
            <w:r w:rsidRPr="00295464">
              <w:rPr>
                <w:rFonts w:ascii="UkrainianSchoolBook" w:hAnsi="UkrainianSchoolBook" w:cs="Arial CYR"/>
                <w:b/>
              </w:rPr>
              <w:t>-71,25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295464">
              <w:rPr>
                <w:rFonts w:ascii="UkrainianSchoolBook" w:hAnsi="UkrainianSchoolBook" w:cs="Arial CYR"/>
              </w:rPr>
              <w:t>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295464">
              <w:rPr>
                <w:rFonts w:ascii="UkrainianSchoolBook" w:hAnsi="UkrainianSchoolBook" w:cs="Arial CYR"/>
              </w:rPr>
              <w:t>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 w:rsidR="00295464">
              <w:rPr>
                <w:rFonts w:ascii="UkrainianSchoolBook" w:hAnsi="UkrainianSchoolBook" w:cs="Arial CYR"/>
              </w:rPr>
              <w:t>1вип.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Default="00800A3C" w:rsidP="00800A3C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</w:p>
        </w:tc>
      </w:tr>
      <w:tr w:rsidR="00800A3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800A3C" w:rsidRPr="0027205E" w:rsidRDefault="00800A3C" w:rsidP="00800A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00A3C" w:rsidRPr="0027205E" w:rsidRDefault="00800A3C" w:rsidP="00800A3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800A3C" w:rsidRPr="0027205E" w:rsidRDefault="00800A3C" w:rsidP="00800A3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0A3C" w:rsidRPr="00E642DC" w:rsidRDefault="00800A3C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Default="00800A3C" w:rsidP="00800A3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A3C" w:rsidRPr="00E642DC" w:rsidRDefault="00295464" w:rsidP="00800A3C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D4C0B">
              <w:rPr>
                <w:rFonts w:ascii="Arial CYR" w:hAnsi="Arial CYR" w:cs="Arial CYR"/>
                <w:b/>
              </w:rPr>
              <w:t>242</w:t>
            </w:r>
          </w:p>
        </w:tc>
        <w:tc>
          <w:tcPr>
            <w:tcW w:w="992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0,59</w:t>
            </w:r>
          </w:p>
        </w:tc>
        <w:tc>
          <w:tcPr>
            <w:tcW w:w="993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196</w:t>
            </w:r>
          </w:p>
        </w:tc>
        <w:tc>
          <w:tcPr>
            <w:tcW w:w="1134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0,48</w:t>
            </w:r>
          </w:p>
        </w:tc>
        <w:tc>
          <w:tcPr>
            <w:tcW w:w="1134" w:type="dxa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  <w:b/>
              </w:rPr>
            </w:pPr>
            <w:r w:rsidRPr="00DD4C0B">
              <w:rPr>
                <w:rFonts w:ascii="UkrainianSchoolBook" w:hAnsi="UkrainianSchoolBook" w:cs="Arial CYR"/>
                <w:b/>
              </w:rPr>
              <w:t>-19,01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DD4C0B">
              <w:rPr>
                <w:rFonts w:ascii="Arial CYR" w:hAnsi="Arial CYR" w:cs="Arial CYR"/>
                <w:b/>
              </w:rPr>
              <w:t>1193</w:t>
            </w:r>
          </w:p>
        </w:tc>
        <w:tc>
          <w:tcPr>
            <w:tcW w:w="850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2,91</w:t>
            </w:r>
          </w:p>
        </w:tc>
        <w:tc>
          <w:tcPr>
            <w:tcW w:w="993" w:type="dxa"/>
            <w:gridSpan w:val="2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921</w:t>
            </w:r>
          </w:p>
        </w:tc>
        <w:tc>
          <w:tcPr>
            <w:tcW w:w="992" w:type="dxa"/>
            <w:vAlign w:val="bottom"/>
          </w:tcPr>
          <w:p w:rsidR="00403DFA" w:rsidRPr="00DD4C0B" w:rsidRDefault="00403DFA" w:rsidP="00403DFA">
            <w:pPr>
              <w:jc w:val="right"/>
              <w:rPr>
                <w:rFonts w:ascii="Arial CYR" w:hAnsi="Arial CYR" w:cs="Arial CYR"/>
                <w:b/>
              </w:rPr>
            </w:pPr>
            <w:r w:rsidRPr="00DD4C0B">
              <w:rPr>
                <w:rFonts w:ascii="Arial CYR" w:hAnsi="Arial CYR" w:cs="Arial CYR"/>
                <w:b/>
              </w:rPr>
              <w:t>2,25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  <w:b/>
              </w:rPr>
            </w:pPr>
            <w:r w:rsidRPr="00DD4C0B">
              <w:rPr>
                <w:rFonts w:ascii="UkrainianSchoolBook" w:hAnsi="UkrainianSchoolBook" w:cs="Arial CYR"/>
                <w:b/>
              </w:rPr>
              <w:t>-22,80</w:t>
            </w:r>
            <w:r w:rsidRPr="00E642DC">
              <w:rPr>
                <w:rFonts w:ascii="Calibri" w:hAnsi="Calibri" w:cs="Arial CYR"/>
                <w:b/>
              </w:rPr>
              <w:t>%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-18,52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5,76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-30,88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4,37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-3,39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4,36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-37,60</w:t>
            </w:r>
            <w:r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На рівні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UkrainianSchoolBook" w:hAnsi="UkrainianSchoolBook" w:cs="Arial CYR"/>
              </w:rPr>
            </w:pP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6,95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-17,54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-29,49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-42,42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3,07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6,38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-27,69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-7,69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-20,69</w:t>
            </w:r>
            <w:r w:rsidR="00DD4C0B" w:rsidRPr="00E642DC">
              <w:rPr>
                <w:rFonts w:ascii="Calibri" w:hAnsi="Calibri" w:cs="Arial CYR"/>
              </w:rPr>
              <w:t>%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 w:rsidRPr="00E642DC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403DFA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403DFA" w:rsidRPr="0027205E" w:rsidRDefault="00403DFA" w:rsidP="00403D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03DFA" w:rsidRPr="0027205E" w:rsidRDefault="00403DFA" w:rsidP="00403DF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403DFA" w:rsidRPr="0027205E" w:rsidRDefault="00403DFA" w:rsidP="00403DF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3DFA" w:rsidRPr="00E642DC" w:rsidRDefault="00403DFA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gridSpan w:val="2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403DFA" w:rsidRDefault="00403DFA" w:rsidP="00403DF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vAlign w:val="bottom"/>
          </w:tcPr>
          <w:p w:rsidR="00403DFA" w:rsidRPr="00E642DC" w:rsidRDefault="00DD4C0B" w:rsidP="00403DFA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94690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946901" w:rsidRPr="0027205E" w:rsidRDefault="00946901" w:rsidP="009469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946901" w:rsidRPr="0027205E" w:rsidRDefault="00946901" w:rsidP="0094690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946901" w:rsidRPr="0027205E" w:rsidRDefault="00946901" w:rsidP="009469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46901" w:rsidRPr="0027205E" w:rsidTr="00764F9F">
        <w:tc>
          <w:tcPr>
            <w:tcW w:w="564" w:type="dxa"/>
            <w:shd w:val="clear" w:color="auto" w:fill="DAE9F7"/>
          </w:tcPr>
          <w:p w:rsidR="00946901" w:rsidRPr="0027205E" w:rsidRDefault="00946901" w:rsidP="00946901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946901" w:rsidRPr="0027205E" w:rsidRDefault="00946901" w:rsidP="00946901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4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677E67" w:rsidRPr="0051317D" w:rsidRDefault="00677E67" w:rsidP="00677E6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+4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  <w:lang w:eastAsia="en-US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677E67" w:rsidRPr="009C4427" w:rsidRDefault="00677E67" w:rsidP="00677E67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51317D" w:rsidRDefault="00677E67" w:rsidP="00677E6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E642DC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E642DC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E642DC" w:rsidRPr="0027205E" w:rsidTr="00E642DC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850" w:type="dxa"/>
            <w:vAlign w:val="bottom"/>
          </w:tcPr>
          <w:p w:rsidR="00E642DC" w:rsidRPr="0027205E" w:rsidRDefault="00E642DC" w:rsidP="00E642DC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2DC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642DC" w:rsidRPr="0027205E" w:rsidRDefault="00E642DC" w:rsidP="00E642D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642DC" w:rsidRPr="0027205E" w:rsidRDefault="00E642DC" w:rsidP="00E642D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642DC" w:rsidRPr="0027205E" w:rsidRDefault="00E642DC" w:rsidP="00E642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642DC" w:rsidRDefault="00E642DC" w:rsidP="00E642D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E642DC" w:rsidRPr="009C4427" w:rsidRDefault="00E642DC" w:rsidP="00E642D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рівні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27205E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31BD6">
              <w:rPr>
                <w:rFonts w:ascii="Arial CYR" w:hAnsi="Arial CYR" w:cs="Arial CYR"/>
                <w:b/>
              </w:rPr>
              <w:t>172</w:t>
            </w:r>
          </w:p>
        </w:tc>
        <w:tc>
          <w:tcPr>
            <w:tcW w:w="992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0,42</w:t>
            </w:r>
          </w:p>
        </w:tc>
        <w:tc>
          <w:tcPr>
            <w:tcW w:w="993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120</w:t>
            </w:r>
          </w:p>
        </w:tc>
        <w:tc>
          <w:tcPr>
            <w:tcW w:w="1134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0,29</w:t>
            </w:r>
          </w:p>
        </w:tc>
        <w:tc>
          <w:tcPr>
            <w:tcW w:w="1134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UkrainianSchoolBook" w:hAnsi="UkrainianSchoolBook" w:cs="Arial CYR"/>
                <w:b/>
                <w:lang w:val="en-US"/>
              </w:rPr>
            </w:pPr>
            <w:r w:rsidRPr="00031BD6">
              <w:rPr>
                <w:rFonts w:ascii="UkrainianSchoolBook" w:hAnsi="UkrainianSchoolBook" w:cs="Arial CYR"/>
                <w:b/>
              </w:rPr>
              <w:t>-30,23</w:t>
            </w:r>
            <w:r w:rsidRPr="00031BD6">
              <w:rPr>
                <w:rFonts w:ascii="UkrainianSchoolBook" w:hAnsi="UkrainianSchoolBook" w:cs="Arial CYR"/>
                <w:b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031BD6">
              <w:rPr>
                <w:rFonts w:ascii="Arial CYR" w:hAnsi="Arial CYR" w:cs="Arial CYR"/>
                <w:b/>
              </w:rPr>
              <w:t>1196</w:t>
            </w:r>
          </w:p>
        </w:tc>
        <w:tc>
          <w:tcPr>
            <w:tcW w:w="850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2,92</w:t>
            </w:r>
          </w:p>
        </w:tc>
        <w:tc>
          <w:tcPr>
            <w:tcW w:w="993" w:type="dxa"/>
            <w:gridSpan w:val="2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948</w:t>
            </w:r>
          </w:p>
        </w:tc>
        <w:tc>
          <w:tcPr>
            <w:tcW w:w="992" w:type="dxa"/>
            <w:vAlign w:val="bottom"/>
          </w:tcPr>
          <w:p w:rsidR="00031BD6" w:rsidRPr="00031BD6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031BD6">
              <w:rPr>
                <w:rFonts w:ascii="Arial CYR" w:hAnsi="Arial CYR" w:cs="Arial CYR"/>
                <w:b/>
              </w:rPr>
              <w:t>2,31</w:t>
            </w:r>
          </w:p>
        </w:tc>
        <w:tc>
          <w:tcPr>
            <w:tcW w:w="1134" w:type="dxa"/>
            <w:gridSpan w:val="2"/>
            <w:vAlign w:val="bottom"/>
          </w:tcPr>
          <w:p w:rsidR="00031BD6" w:rsidRPr="00031BD6" w:rsidRDefault="00031BD6" w:rsidP="00031BD6">
            <w:pPr>
              <w:jc w:val="right"/>
              <w:rPr>
                <w:rFonts w:ascii="UkrainianSchoolBook" w:hAnsi="UkrainianSchoolBook" w:cs="Arial CYR"/>
                <w:b/>
                <w:lang w:val="en-US"/>
              </w:rPr>
            </w:pPr>
            <w:r w:rsidRPr="00031BD6">
              <w:rPr>
                <w:rFonts w:ascii="UkrainianSchoolBook" w:hAnsi="UkrainianSchoolBook" w:cs="Arial CYR"/>
                <w:b/>
              </w:rPr>
              <w:t>-20,74</w:t>
            </w:r>
            <w:r w:rsidRPr="00031BD6">
              <w:rPr>
                <w:rFonts w:ascii="UkrainianSchoolBook" w:hAnsi="UkrainianSchoolBook" w:cs="Arial CYR"/>
                <w:b/>
                <w:lang w:val="en-US"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 w:rsidRPr="00B22D89">
              <w:rPr>
                <w:rFonts w:ascii="Calibri" w:hAnsi="Calibri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-24,24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-1,18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8вип.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-28,33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center"/>
              <w:rPr>
                <w:rFonts w:ascii="Calibri" w:hAnsi="Calibri" w:cs="Arial CYR"/>
              </w:rPr>
            </w:pP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-42,17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16,67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-6,45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-8,33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-22,76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5вип.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-47,66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-28,57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27205E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Короста</w:t>
            </w:r>
            <w:r>
              <w:rPr>
                <w:b/>
                <w:sz w:val="22"/>
                <w:szCs w:val="22"/>
              </w:rPr>
              <w:t xml:space="preserve">  В86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775E7">
              <w:rPr>
                <w:rFonts w:ascii="Arial CYR" w:hAnsi="Arial CYR" w:cs="Arial CYR"/>
                <w:b/>
              </w:rPr>
              <w:t>209</w:t>
            </w:r>
          </w:p>
        </w:tc>
        <w:tc>
          <w:tcPr>
            <w:tcW w:w="992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0,51</w:t>
            </w:r>
          </w:p>
        </w:tc>
        <w:tc>
          <w:tcPr>
            <w:tcW w:w="993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153</w:t>
            </w:r>
          </w:p>
        </w:tc>
        <w:tc>
          <w:tcPr>
            <w:tcW w:w="1134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0,37</w:t>
            </w:r>
          </w:p>
        </w:tc>
        <w:tc>
          <w:tcPr>
            <w:tcW w:w="1134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Calibri" w:hAnsi="Calibri" w:cs="Arial CYR"/>
                <w:b/>
              </w:rPr>
            </w:pPr>
            <w:r w:rsidRPr="005775E7">
              <w:rPr>
                <w:rFonts w:ascii="UkrainianSchoolBook" w:hAnsi="UkrainianSchoolBook" w:cs="Arial CYR"/>
                <w:b/>
              </w:rPr>
              <w:t>-26,79</w:t>
            </w:r>
            <w:r w:rsidRPr="005775E7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5775E7">
              <w:rPr>
                <w:rFonts w:ascii="Arial CYR" w:hAnsi="Arial CYR" w:cs="Arial CYR"/>
                <w:b/>
              </w:rPr>
              <w:t>1467</w:t>
            </w:r>
          </w:p>
        </w:tc>
        <w:tc>
          <w:tcPr>
            <w:tcW w:w="850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3,58</w:t>
            </w:r>
          </w:p>
        </w:tc>
        <w:tc>
          <w:tcPr>
            <w:tcW w:w="993" w:type="dxa"/>
            <w:gridSpan w:val="2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1316</w:t>
            </w:r>
          </w:p>
        </w:tc>
        <w:tc>
          <w:tcPr>
            <w:tcW w:w="992" w:type="dxa"/>
            <w:vAlign w:val="bottom"/>
          </w:tcPr>
          <w:p w:rsidR="00031BD6" w:rsidRPr="005775E7" w:rsidRDefault="00031BD6" w:rsidP="00031BD6">
            <w:pPr>
              <w:jc w:val="right"/>
              <w:rPr>
                <w:rFonts w:ascii="Arial CYR" w:hAnsi="Arial CYR" w:cs="Arial CYR"/>
                <w:b/>
              </w:rPr>
            </w:pPr>
            <w:r w:rsidRPr="005775E7">
              <w:rPr>
                <w:rFonts w:ascii="Arial CYR" w:hAnsi="Arial CYR" w:cs="Arial CYR"/>
                <w:b/>
              </w:rPr>
              <w:t>3,21</w:t>
            </w:r>
          </w:p>
        </w:tc>
        <w:tc>
          <w:tcPr>
            <w:tcW w:w="1134" w:type="dxa"/>
            <w:gridSpan w:val="2"/>
            <w:vAlign w:val="bottom"/>
          </w:tcPr>
          <w:p w:rsidR="00031BD6" w:rsidRPr="005775E7" w:rsidRDefault="00031BD6" w:rsidP="00031BD6">
            <w:pPr>
              <w:jc w:val="right"/>
              <w:rPr>
                <w:rFonts w:ascii="Calibri" w:hAnsi="Calibri" w:cs="Arial CYR"/>
                <w:b/>
              </w:rPr>
            </w:pPr>
            <w:r w:rsidRPr="005775E7">
              <w:rPr>
                <w:rFonts w:ascii="UkrainianSchoolBook" w:hAnsi="UkrainianSchoolBook" w:cs="Arial CYR"/>
                <w:b/>
              </w:rPr>
              <w:t>-10,29</w:t>
            </w:r>
            <w:r w:rsidRPr="005775E7">
              <w:rPr>
                <w:rFonts w:ascii="Calibri" w:hAnsi="Calibri" w:cs="Arial CYR"/>
                <w:b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-27,54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-2,67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3,09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-69,37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B22D89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34,69</w:t>
            </w:r>
            <w:r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-40,85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5014A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5014A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5,44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-61,11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 w:rsidR="005014A6">
              <w:rPr>
                <w:rFonts w:ascii="UkrainianSchoolBook" w:hAnsi="UkrainianSchoolBook" w:cs="Arial CYR"/>
              </w:rPr>
              <w:t>11вип.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-45,45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15,94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 xml:space="preserve">а </w:t>
            </w:r>
            <w:r w:rsidRPr="00B22D89">
              <w:rPr>
                <w:rFonts w:ascii="Calibri" w:hAnsi="Calibri" w:cs="Arial CYR"/>
              </w:rPr>
              <w:t>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 w:rsidR="005014A6">
              <w:rPr>
                <w:rFonts w:ascii="UkrainianSchoolBook" w:hAnsi="UkrainianSchoolBook" w:cs="Arial CYR"/>
              </w:rPr>
              <w:t>1вип.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-1,27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 w:rsidR="005014A6">
              <w:rPr>
                <w:rFonts w:ascii="UkrainianSchoolBook" w:hAnsi="UkrainianSchoolBook" w:cs="Arial CYR"/>
              </w:rPr>
              <w:t>5вип.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41,54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2,10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-16,39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5014A6" w:rsidP="00031BD6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031BD6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031BD6" w:rsidRPr="0027205E" w:rsidRDefault="00031BD6" w:rsidP="00031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31BD6" w:rsidRPr="0027205E" w:rsidRDefault="00031BD6" w:rsidP="00031BD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031BD6" w:rsidRPr="0027205E" w:rsidRDefault="00031BD6" w:rsidP="00031BD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Default="00031BD6" w:rsidP="00031BD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D6" w:rsidRPr="00B22D89" w:rsidRDefault="00031BD6" w:rsidP="00031BD6">
            <w:pPr>
              <w:jc w:val="right"/>
              <w:rPr>
                <w:rFonts w:ascii="Calibri" w:hAnsi="Calibri" w:cs="Arial CYR"/>
              </w:rPr>
            </w:pPr>
            <w:r w:rsidRPr="00B22D89">
              <w:rPr>
                <w:rFonts w:ascii="Calibri" w:hAnsi="Calibri" w:cs="Arial CYR"/>
              </w:rPr>
              <w:t>+</w:t>
            </w:r>
            <w:r w:rsidR="005014A6">
              <w:rPr>
                <w:rFonts w:ascii="UkrainianSchoolBook" w:hAnsi="UkrainianSchoolBook" w:cs="Arial CYR"/>
              </w:rPr>
              <w:t>10</w:t>
            </w:r>
            <w:r w:rsidR="005014A6" w:rsidRPr="00B22D89">
              <w:rPr>
                <w:rFonts w:ascii="Calibri" w:hAnsi="Calibri" w:cs="Arial CYR"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27205E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77E67" w:rsidRPr="005775E7" w:rsidRDefault="005775E7" w:rsidP="00677E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lang w:val="en-US"/>
              </w:rPr>
              <w:t>6</w:t>
            </w:r>
          </w:p>
        </w:tc>
        <w:tc>
          <w:tcPr>
            <w:tcW w:w="992" w:type="dxa"/>
            <w:vAlign w:val="bottom"/>
          </w:tcPr>
          <w:p w:rsidR="00677E67" w:rsidRPr="00162C7F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0,01</w:t>
            </w:r>
            <w:r w:rsidR="005775E7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993" w:type="dxa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1134" w:type="dxa"/>
            <w:vAlign w:val="bottom"/>
          </w:tcPr>
          <w:p w:rsidR="00677E67" w:rsidRPr="0051317D" w:rsidRDefault="005775E7" w:rsidP="00677E6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>
              <w:rPr>
                <w:rFonts w:ascii="UkrainianSchoolBook" w:hAnsi="UkrainianSchoolBook" w:cs="Arial CYR"/>
                <w:b/>
                <w:bCs/>
              </w:rPr>
              <w:t>1</w:t>
            </w:r>
            <w:r w:rsidR="00677E67"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rFonts w:ascii="Arial CYR" w:hAnsi="Arial CYR" w:cs="Arial CYR"/>
                <w:b/>
                <w:bCs/>
              </w:rPr>
              <w:t>24</w:t>
            </w:r>
          </w:p>
        </w:tc>
        <w:tc>
          <w:tcPr>
            <w:tcW w:w="850" w:type="dxa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0,059</w:t>
            </w:r>
          </w:p>
        </w:tc>
        <w:tc>
          <w:tcPr>
            <w:tcW w:w="993" w:type="dxa"/>
            <w:gridSpan w:val="2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992" w:type="dxa"/>
            <w:vAlign w:val="bottom"/>
          </w:tcPr>
          <w:p w:rsidR="00677E67" w:rsidRPr="00162C7F" w:rsidRDefault="005775E7" w:rsidP="00677E67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0,056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51317D" w:rsidRDefault="00677E67" w:rsidP="00677E67">
            <w:pPr>
              <w:jc w:val="center"/>
              <w:rPr>
                <w:rFonts w:ascii="Calibri" w:hAnsi="Calibri"/>
                <w:b/>
                <w:bCs/>
              </w:rPr>
            </w:pPr>
            <w:r w:rsidRPr="00162C7F">
              <w:rPr>
                <w:rFonts w:ascii="UkrainianSchoolBook" w:hAnsi="UkrainianSchoolBook" w:cs="Arial CYR"/>
                <w:b/>
                <w:bCs/>
              </w:rPr>
              <w:t>-</w:t>
            </w:r>
            <w:r w:rsidR="005775E7">
              <w:rPr>
                <w:rFonts w:ascii="UkrainianSchoolBook" w:hAnsi="UkrainianSchoolBook" w:cs="Arial CYR"/>
                <w:b/>
                <w:bCs/>
              </w:rPr>
              <w:t>1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  <w:r>
              <w:t>+3вип.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+8вип.</w:t>
            </w: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5E7" w:rsidRPr="005775E7" w:rsidRDefault="005775E7" w:rsidP="005775E7">
            <w:pPr>
              <w:jc w:val="center"/>
            </w:pPr>
            <w:r>
              <w:rPr>
                <w:lang w:val="en-US"/>
              </w:rPr>
              <w:t>-2</w:t>
            </w:r>
            <w:r>
              <w:t>вип.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-3вип.</w:t>
            </w: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775E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5775E7" w:rsidRPr="0027205E" w:rsidRDefault="005775E7" w:rsidP="00577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775E7" w:rsidRPr="0027205E" w:rsidRDefault="005775E7" w:rsidP="005775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775E7" w:rsidRPr="0027205E" w:rsidRDefault="005775E7" w:rsidP="005775E7">
            <w:pPr>
              <w:jc w:val="center"/>
            </w:pP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Default="005775E7" w:rsidP="005775E7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t>-5вип.</w:t>
            </w: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775E7" w:rsidRPr="0027205E" w:rsidRDefault="005775E7" w:rsidP="00577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775E7" w:rsidRPr="0027205E" w:rsidRDefault="005775E7" w:rsidP="005775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B56153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9E2421">
              <w:rPr>
                <w:rFonts w:ascii="Arial CYR" w:hAnsi="Arial CYR" w:cs="Arial CYR"/>
                <w:b/>
              </w:rPr>
              <w:t>438955</w:t>
            </w:r>
          </w:p>
        </w:tc>
        <w:tc>
          <w:tcPr>
            <w:tcW w:w="992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</w:rPr>
            </w:pPr>
            <w:r w:rsidRPr="009E2421">
              <w:rPr>
                <w:rFonts w:ascii="Arial CYR" w:hAnsi="Arial CYR" w:cs="Arial CYR"/>
                <w:b/>
              </w:rPr>
              <w:t>1070,68</w:t>
            </w:r>
          </w:p>
        </w:tc>
        <w:tc>
          <w:tcPr>
            <w:tcW w:w="993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</w:rPr>
            </w:pPr>
            <w:r w:rsidRPr="009E2421">
              <w:rPr>
                <w:rFonts w:ascii="Arial CYR" w:hAnsi="Arial CYR" w:cs="Arial CYR"/>
                <w:b/>
              </w:rPr>
              <w:t>405854</w:t>
            </w:r>
          </w:p>
        </w:tc>
        <w:tc>
          <w:tcPr>
            <w:tcW w:w="1134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</w:rPr>
            </w:pPr>
            <w:r w:rsidRPr="009E2421">
              <w:rPr>
                <w:rFonts w:ascii="Arial CYR" w:hAnsi="Arial CYR" w:cs="Arial CYR"/>
                <w:b/>
              </w:rPr>
              <w:t>989,94</w:t>
            </w:r>
          </w:p>
        </w:tc>
        <w:tc>
          <w:tcPr>
            <w:tcW w:w="1134" w:type="dxa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  <w:b/>
              </w:rPr>
            </w:pPr>
            <w:r w:rsidRPr="009E2421">
              <w:rPr>
                <w:rFonts w:ascii="UkrainianSchoolBook" w:hAnsi="UkrainianSchoolBook" w:cs="Arial CYR"/>
                <w:b/>
              </w:rPr>
              <w:t>-7,54</w:t>
            </w:r>
            <w:r w:rsidRPr="000D4640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  <w:sz w:val="16"/>
                <w:szCs w:val="16"/>
                <w:lang w:val="en-US" w:eastAsia="en-US"/>
              </w:rPr>
            </w:pPr>
            <w:r w:rsidRPr="009E2421">
              <w:rPr>
                <w:rFonts w:ascii="Arial CYR" w:hAnsi="Arial CYR" w:cs="Arial CYR"/>
                <w:b/>
                <w:sz w:val="16"/>
                <w:szCs w:val="16"/>
              </w:rPr>
              <w:t>3023481</w:t>
            </w:r>
          </w:p>
        </w:tc>
        <w:tc>
          <w:tcPr>
            <w:tcW w:w="850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E2421">
              <w:rPr>
                <w:rFonts w:ascii="Arial CYR" w:hAnsi="Arial CYR" w:cs="Arial CYR"/>
                <w:b/>
                <w:sz w:val="16"/>
                <w:szCs w:val="16"/>
              </w:rPr>
              <w:t>7374,76</w:t>
            </w:r>
          </w:p>
        </w:tc>
        <w:tc>
          <w:tcPr>
            <w:tcW w:w="993" w:type="dxa"/>
            <w:gridSpan w:val="2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E2421">
              <w:rPr>
                <w:rFonts w:ascii="Arial CYR" w:hAnsi="Arial CYR" w:cs="Arial CYR"/>
                <w:b/>
                <w:sz w:val="16"/>
                <w:szCs w:val="16"/>
              </w:rPr>
              <w:t>3196901</w:t>
            </w:r>
          </w:p>
        </w:tc>
        <w:tc>
          <w:tcPr>
            <w:tcW w:w="992" w:type="dxa"/>
            <w:vAlign w:val="bottom"/>
          </w:tcPr>
          <w:p w:rsidR="009E2421" w:rsidRPr="009E2421" w:rsidRDefault="009E2421" w:rsidP="009E2421">
            <w:pPr>
              <w:jc w:val="right"/>
              <w:rPr>
                <w:rFonts w:ascii="Arial CYR" w:hAnsi="Arial CYR" w:cs="Arial CYR"/>
                <w:b/>
              </w:rPr>
            </w:pPr>
            <w:r w:rsidRPr="009E2421">
              <w:rPr>
                <w:rFonts w:ascii="Arial CYR" w:hAnsi="Arial CYR" w:cs="Arial CYR"/>
                <w:b/>
              </w:rPr>
              <w:t>7797,76</w:t>
            </w:r>
          </w:p>
        </w:tc>
        <w:tc>
          <w:tcPr>
            <w:tcW w:w="1134" w:type="dxa"/>
            <w:gridSpan w:val="2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  <w:b/>
              </w:rPr>
            </w:pPr>
            <w:r w:rsidRPr="000D4640">
              <w:rPr>
                <w:rFonts w:ascii="Calibri" w:hAnsi="Calibri" w:cs="Arial CYR"/>
                <w:b/>
              </w:rPr>
              <w:t>+</w:t>
            </w:r>
            <w:r w:rsidRPr="009E2421">
              <w:rPr>
                <w:rFonts w:ascii="UkrainianSchoolBook" w:hAnsi="UkrainianSchoolBook" w:cs="Arial CYR"/>
                <w:b/>
              </w:rPr>
              <w:t>5,74</w:t>
            </w:r>
            <w:r w:rsidRPr="000D4640">
              <w:rPr>
                <w:rFonts w:ascii="Calibri" w:hAnsi="Calibri" w:cs="Arial CYR"/>
                <w:b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5B7B39" w:rsidRDefault="00677E67" w:rsidP="00677E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19455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1084,11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-16,28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  <w:lang w:val="en-US" w:eastAsia="en-US"/>
              </w:rPr>
            </w:pPr>
            <w:r w:rsidRPr="009E2421">
              <w:rPr>
                <w:sz w:val="18"/>
                <w:szCs w:val="18"/>
              </w:rPr>
              <w:t>128615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8560,47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133760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8902,91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4,00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16,48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118444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11627,8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132653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13022,71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12,00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889,89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-11,0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193726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6263,01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238079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7696,91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22,89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-20,20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20857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515,43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17445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431,11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-16,36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1979,23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1639,94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-17,14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167391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14188,0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150844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12785,55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-9,89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991,59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-10,07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97028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7814,48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97848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7880,53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0,85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374,86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558,54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49,00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44340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2707,50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72341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4417,30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63,15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1537,03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-27,17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126102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9347,15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131946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9780,33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4,63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42753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2389,37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42283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2363,10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-1,10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274406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15335,9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289820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16197,40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5,62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1669,90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-28,77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83751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9333,70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86860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9680,18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3,71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1593,81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-1,36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256951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10446,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270141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10982,40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5,13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57,47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53360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4890,45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73784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6762,31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38,28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989,69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991,74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0,21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181078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7737,28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208674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8916,43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15,24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1654,96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1493,26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-9,77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147419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10965,0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150374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11184,84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2,00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1693,75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1753,27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3,51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165705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14526,3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175287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15366,29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5,78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849,38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-34,73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84233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8149,64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82196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7952,55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-2,42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1289,10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-4,11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91574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8991,40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97091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9533,10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6,02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4,56</w:t>
            </w:r>
            <w:r w:rsidRPr="000D4640">
              <w:rPr>
                <w:rFonts w:ascii="Calibri" w:hAnsi="Calibri" w:cs="Arial CYR"/>
              </w:rPr>
              <w:t>%%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52359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2026,81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63286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2449,79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20,87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-17,81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793,97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724,88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-8,70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1856,46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-6,80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141824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11571,1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146804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11977,49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3,51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1606,75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1448,78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-9,83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12056,2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133014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11495,31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-4,65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1625,78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-26,10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94781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10680,8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105757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11917,73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9E2421">
              <w:rPr>
                <w:sz w:val="18"/>
                <w:szCs w:val="18"/>
              </w:rPr>
              <w:t>11,58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1587,55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1137,71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-28,34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103556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10891,7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91819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9657,30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-11,33</w:t>
            </w:r>
            <w:r>
              <w:rPr>
                <w:sz w:val="18"/>
                <w:szCs w:val="18"/>
              </w:rPr>
              <w:t>%</w:t>
            </w:r>
          </w:p>
        </w:tc>
      </w:tr>
      <w:tr w:rsidR="009E2421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9E2421" w:rsidRPr="0027205E" w:rsidRDefault="009E2421" w:rsidP="009E242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E2421" w:rsidRPr="0027205E" w:rsidRDefault="009E2421" w:rsidP="009E242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9E2421" w:rsidRPr="0027205E" w:rsidRDefault="009E2421" w:rsidP="009E242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1245,66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Default="009E2421" w:rsidP="009E242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1184,61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E2421" w:rsidRPr="000D4640" w:rsidRDefault="009E2421" w:rsidP="009E2421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-4,90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248535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8537,81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239828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8238,70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421" w:rsidRPr="009E2421" w:rsidRDefault="009E2421" w:rsidP="009E2421">
            <w:pPr>
              <w:jc w:val="right"/>
              <w:rPr>
                <w:sz w:val="18"/>
                <w:szCs w:val="18"/>
              </w:rPr>
            </w:pPr>
            <w:r w:rsidRPr="009E2421">
              <w:rPr>
                <w:sz w:val="18"/>
                <w:szCs w:val="18"/>
              </w:rPr>
              <w:t>-3,50</w:t>
            </w:r>
            <w:r>
              <w:rPr>
                <w:sz w:val="18"/>
                <w:szCs w:val="18"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5B7B39" w:rsidRDefault="00677E67" w:rsidP="00677E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5B7B39" w:rsidRDefault="00677E67" w:rsidP="00677E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B56153" w:rsidRDefault="00677E67" w:rsidP="00677E6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EE7DB8">
              <w:rPr>
                <w:rFonts w:ascii="Arial CYR" w:hAnsi="Arial CYR" w:cs="Arial CYR"/>
                <w:b/>
              </w:rPr>
              <w:t>240</w:t>
            </w:r>
          </w:p>
        </w:tc>
        <w:tc>
          <w:tcPr>
            <w:tcW w:w="992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0,585</w:t>
            </w:r>
          </w:p>
        </w:tc>
        <w:tc>
          <w:tcPr>
            <w:tcW w:w="993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406</w:t>
            </w:r>
          </w:p>
        </w:tc>
        <w:tc>
          <w:tcPr>
            <w:tcW w:w="1134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0,990</w:t>
            </w:r>
          </w:p>
        </w:tc>
        <w:tc>
          <w:tcPr>
            <w:tcW w:w="1134" w:type="dxa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  <w:b/>
              </w:rPr>
            </w:pPr>
            <w:r w:rsidRPr="000D4640">
              <w:rPr>
                <w:rFonts w:ascii="Calibri" w:hAnsi="Calibri" w:cs="Arial CYR"/>
                <w:b/>
              </w:rPr>
              <w:t>+</w:t>
            </w:r>
            <w:r w:rsidRPr="00EE7DB8">
              <w:rPr>
                <w:rFonts w:ascii="UkrainianSchoolBook" w:hAnsi="UkrainianSchoolBook" w:cs="Arial CYR"/>
                <w:b/>
              </w:rPr>
              <w:t>69,17</w:t>
            </w:r>
            <w:r w:rsidRPr="000D4640">
              <w:rPr>
                <w:rFonts w:ascii="Calibri" w:hAnsi="Calibri" w:cs="Arial CYR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  <w:lang w:val="en-US" w:eastAsia="en-US"/>
              </w:rPr>
            </w:pPr>
            <w:r w:rsidRPr="00EE7DB8">
              <w:rPr>
                <w:rFonts w:ascii="Arial CYR" w:hAnsi="Arial CYR" w:cs="Arial CYR"/>
                <w:b/>
              </w:rPr>
              <w:t>17123</w:t>
            </w:r>
          </w:p>
        </w:tc>
        <w:tc>
          <w:tcPr>
            <w:tcW w:w="850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41,766</w:t>
            </w:r>
          </w:p>
        </w:tc>
        <w:tc>
          <w:tcPr>
            <w:tcW w:w="993" w:type="dxa"/>
            <w:gridSpan w:val="2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33199</w:t>
            </w:r>
          </w:p>
        </w:tc>
        <w:tc>
          <w:tcPr>
            <w:tcW w:w="992" w:type="dxa"/>
            <w:vAlign w:val="bottom"/>
          </w:tcPr>
          <w:p w:rsidR="00EE7DB8" w:rsidRPr="00EE7DB8" w:rsidRDefault="00EE7DB8" w:rsidP="00EE7DB8">
            <w:pPr>
              <w:jc w:val="right"/>
              <w:rPr>
                <w:rFonts w:ascii="Arial CYR" w:hAnsi="Arial CYR" w:cs="Arial CYR"/>
                <w:b/>
              </w:rPr>
            </w:pPr>
            <w:r w:rsidRPr="00EE7DB8">
              <w:rPr>
                <w:rFonts w:ascii="Arial CYR" w:hAnsi="Arial CYR" w:cs="Arial CYR"/>
                <w:b/>
              </w:rPr>
              <w:t>80,978</w:t>
            </w:r>
          </w:p>
        </w:tc>
        <w:tc>
          <w:tcPr>
            <w:tcW w:w="1134" w:type="dxa"/>
            <w:gridSpan w:val="2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  <w:b/>
              </w:rPr>
            </w:pPr>
            <w:r w:rsidRPr="000D4640">
              <w:rPr>
                <w:rFonts w:ascii="Calibri" w:hAnsi="Calibri" w:cs="Arial CYR"/>
                <w:b/>
              </w:rPr>
              <w:t>+</w:t>
            </w:r>
            <w:r w:rsidRPr="00EE7DB8">
              <w:rPr>
                <w:rFonts w:ascii="UkrainianSchoolBook" w:hAnsi="UkrainianSchoolBook" w:cs="Arial CYR"/>
                <w:b/>
              </w:rPr>
              <w:t>93,89</w:t>
            </w:r>
            <w:r w:rsidRPr="000D4640">
              <w:rPr>
                <w:rFonts w:ascii="Calibri" w:hAnsi="Calibri" w:cs="Arial CYR"/>
                <w:b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  <w:lang w:val="en-US" w:eastAsia="en-US"/>
              </w:rPr>
            </w:pPr>
            <w:r>
              <w:rPr>
                <w:rFonts w:ascii="Arial CYR" w:hAnsi="Arial CYR" w:cs="Arial CYR"/>
              </w:rPr>
              <w:t>1183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86,64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5,87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4,37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-45,90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7,42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82,82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6,37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31,31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2,01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4,15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center"/>
              <w:rPr>
                <w:rFonts w:ascii="Calibri" w:hAnsi="Calibri" w:cs="Arial CYR"/>
              </w:rPr>
            </w:pP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4,16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4,07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2,46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2,23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4,38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60,86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68,69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4,85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UkrainianSchoolBook" w:hAnsi="UkrainianSchoolBook" w:cs="Arial CY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10,80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5,41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65,27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35,72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30,94</w:t>
            </w:r>
            <w:r w:rsidRPr="000D4640">
              <w:rPr>
                <w:rFonts w:ascii="Calibri" w:hAnsi="Calibri" w:cs="Arial CYR"/>
              </w:rPr>
              <w:t>р.</w:t>
            </w:r>
          </w:p>
        </w:tc>
      </w:tr>
      <w:tr w:rsidR="00EE7DB8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EE7DB8" w:rsidRPr="0027205E" w:rsidRDefault="00EE7DB8" w:rsidP="00EE7D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E7DB8" w:rsidRPr="0027205E" w:rsidRDefault="00EE7DB8" w:rsidP="00EE7D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EE7DB8" w:rsidRPr="0027205E" w:rsidRDefault="00EE7DB8" w:rsidP="00EE7D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 w:rsidRPr="000D4640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54,55</w:t>
            </w:r>
            <w:r w:rsidRPr="000D4640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Default="00EE7DB8" w:rsidP="00EE7D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DB8" w:rsidRPr="000D4640" w:rsidRDefault="00EE7DB8" w:rsidP="00EE7DB8">
            <w:pPr>
              <w:jc w:val="right"/>
              <w:rPr>
                <w:rFonts w:ascii="Calibri" w:hAnsi="Calibri" w:cs="Arial CYR"/>
              </w:rPr>
            </w:pPr>
            <w:r>
              <w:rPr>
                <w:rFonts w:ascii="UkrainianSchoolBook" w:hAnsi="UkrainianSchoolBook" w:cs="Arial CYR"/>
              </w:rPr>
              <w:t>-5,32</w:t>
            </w:r>
            <w:r w:rsidRPr="000D4640">
              <w:rPr>
                <w:rFonts w:ascii="Calibri" w:hAnsi="Calibri" w:cs="Arial CYR"/>
              </w:rPr>
              <w:t>%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59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7963EF" w:rsidRDefault="00677E67" w:rsidP="00677E6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693EE6" w:rsidRDefault="00677E67" w:rsidP="00677E67">
            <w:pPr>
              <w:jc w:val="center"/>
              <w:rPr>
                <w:b/>
                <w:bCs/>
                <w:lang w:val="en-US" w:eastAsia="en-US"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677E67" w:rsidRPr="00693EE6" w:rsidRDefault="00677E67" w:rsidP="00677E67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7963EF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7963EF" w:rsidRDefault="00677E67" w:rsidP="00677E67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vAlign w:val="bottom"/>
          </w:tcPr>
          <w:p w:rsidR="00677E67" w:rsidRPr="0051317D" w:rsidRDefault="00677E67" w:rsidP="00677E6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677E67" w:rsidRPr="00921D04" w:rsidRDefault="00677E67" w:rsidP="00677E6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51317D" w:rsidRDefault="00677E67" w:rsidP="00677E6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921D04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vAlign w:val="bottom"/>
          </w:tcPr>
          <w:p w:rsidR="00677E67" w:rsidRPr="00921D04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921D04" w:rsidRDefault="00677E67" w:rsidP="00677E67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51317D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7963EF" w:rsidRDefault="00677E67" w:rsidP="00677E6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Вінницька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Волинська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Дніпропетровська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Донецька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Житомирська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Закарпатська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Запорізька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Івано-Франківська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Київська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Кіровоградська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Луганська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Львівська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Миколаївська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Одеська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Полтавська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Рівненська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Сумська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Тернопільська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Харківська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Херсонська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Хмельницька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Черкаська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Чернівецька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Чернігівська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м. Київ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F163B0" w:rsidRDefault="00677E67" w:rsidP="00677E67">
            <w:r w:rsidRPr="00F163B0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77E67" w:rsidRPr="0027205E" w:rsidRDefault="00677E67" w:rsidP="00677E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c>
          <w:tcPr>
            <w:tcW w:w="564" w:type="dxa"/>
            <w:shd w:val="clear" w:color="auto" w:fill="DAE9F7"/>
          </w:tcPr>
          <w:p w:rsidR="00677E67" w:rsidRPr="0027205E" w:rsidRDefault="00677E67" w:rsidP="00677E67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63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77E67" w:rsidRPr="007963EF" w:rsidRDefault="00677E67" w:rsidP="00677E67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УКРАЇНА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АР Крим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Вінницька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Волинська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Дніпропетровська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Донецька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Житомирська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Закарпатська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Запорізька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Івано-Франківська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Київська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Кіровоградська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Луганська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Львівська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Миколаївська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Одеська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Полтавська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Рівненська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Сумська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Тернопільська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Харківська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Херсонська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Хмельницька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Черкаська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Чернівецька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Чернігівська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м. Київ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E67" w:rsidRPr="0027205E" w:rsidTr="00764F9F">
        <w:trPr>
          <w:gridAfter w:val="1"/>
          <w:wAfter w:w="8" w:type="dxa"/>
        </w:trPr>
        <w:tc>
          <w:tcPr>
            <w:tcW w:w="564" w:type="dxa"/>
          </w:tcPr>
          <w:p w:rsidR="00677E67" w:rsidRPr="0027205E" w:rsidRDefault="00677E67" w:rsidP="00677E6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7E67" w:rsidRPr="00341650" w:rsidRDefault="00677E67" w:rsidP="00677E67">
            <w:r w:rsidRPr="00341650">
              <w:t>м. Севастополь</w:t>
            </w:r>
          </w:p>
        </w:tc>
        <w:tc>
          <w:tcPr>
            <w:tcW w:w="851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77E67" w:rsidRPr="0027205E" w:rsidRDefault="00677E67" w:rsidP="00677E6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78"/>
    <w:rsid w:val="000012CB"/>
    <w:rsid w:val="00002398"/>
    <w:rsid w:val="00003013"/>
    <w:rsid w:val="00003AD0"/>
    <w:rsid w:val="00004B67"/>
    <w:rsid w:val="00006B21"/>
    <w:rsid w:val="00010600"/>
    <w:rsid w:val="00011137"/>
    <w:rsid w:val="00011650"/>
    <w:rsid w:val="00011B6C"/>
    <w:rsid w:val="00011BC8"/>
    <w:rsid w:val="00013215"/>
    <w:rsid w:val="00013403"/>
    <w:rsid w:val="000144CA"/>
    <w:rsid w:val="00015E3B"/>
    <w:rsid w:val="00016A9D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5E0A"/>
    <w:rsid w:val="0002676B"/>
    <w:rsid w:val="00027784"/>
    <w:rsid w:val="00031BD6"/>
    <w:rsid w:val="000347E2"/>
    <w:rsid w:val="00034F65"/>
    <w:rsid w:val="00036876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A2A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435A"/>
    <w:rsid w:val="000D4640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4C5"/>
    <w:rsid w:val="000F3FA1"/>
    <w:rsid w:val="000F4B45"/>
    <w:rsid w:val="000F4FAD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38F2"/>
    <w:rsid w:val="00113EF6"/>
    <w:rsid w:val="00115B21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45E3"/>
    <w:rsid w:val="001548E9"/>
    <w:rsid w:val="00154FB3"/>
    <w:rsid w:val="00155088"/>
    <w:rsid w:val="001607BD"/>
    <w:rsid w:val="00160C17"/>
    <w:rsid w:val="00161124"/>
    <w:rsid w:val="00162C7F"/>
    <w:rsid w:val="001656FD"/>
    <w:rsid w:val="00166675"/>
    <w:rsid w:val="00167753"/>
    <w:rsid w:val="00170284"/>
    <w:rsid w:val="0017288F"/>
    <w:rsid w:val="00172C31"/>
    <w:rsid w:val="00172F55"/>
    <w:rsid w:val="00173A32"/>
    <w:rsid w:val="00173F9E"/>
    <w:rsid w:val="001766B3"/>
    <w:rsid w:val="001768CC"/>
    <w:rsid w:val="00176CCA"/>
    <w:rsid w:val="00183D98"/>
    <w:rsid w:val="001841D5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9C7"/>
    <w:rsid w:val="00193A7F"/>
    <w:rsid w:val="0019497F"/>
    <w:rsid w:val="00195838"/>
    <w:rsid w:val="0019589A"/>
    <w:rsid w:val="00196E3A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749"/>
    <w:rsid w:val="001D4998"/>
    <w:rsid w:val="001D4C1B"/>
    <w:rsid w:val="001D62EF"/>
    <w:rsid w:val="001D6CD7"/>
    <w:rsid w:val="001D775E"/>
    <w:rsid w:val="001D7F74"/>
    <w:rsid w:val="001E2D9B"/>
    <w:rsid w:val="001E3691"/>
    <w:rsid w:val="001E379E"/>
    <w:rsid w:val="001E3E27"/>
    <w:rsid w:val="001E4E0B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37D1"/>
    <w:rsid w:val="00204B62"/>
    <w:rsid w:val="00205631"/>
    <w:rsid w:val="00205803"/>
    <w:rsid w:val="00206C25"/>
    <w:rsid w:val="00207379"/>
    <w:rsid w:val="00207980"/>
    <w:rsid w:val="00210CF1"/>
    <w:rsid w:val="002113D5"/>
    <w:rsid w:val="002121C2"/>
    <w:rsid w:val="002122FF"/>
    <w:rsid w:val="002134B4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464"/>
    <w:rsid w:val="00295D64"/>
    <w:rsid w:val="002977AE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262D"/>
    <w:rsid w:val="002B2D03"/>
    <w:rsid w:val="002B3D0D"/>
    <w:rsid w:val="002B55CF"/>
    <w:rsid w:val="002B6A30"/>
    <w:rsid w:val="002C05DE"/>
    <w:rsid w:val="002C2442"/>
    <w:rsid w:val="002C2892"/>
    <w:rsid w:val="002C35C3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FCF"/>
    <w:rsid w:val="002D5449"/>
    <w:rsid w:val="002D5EF8"/>
    <w:rsid w:val="002D6139"/>
    <w:rsid w:val="002D638B"/>
    <w:rsid w:val="002D7B8A"/>
    <w:rsid w:val="002E0962"/>
    <w:rsid w:val="002E1CEF"/>
    <w:rsid w:val="002E2018"/>
    <w:rsid w:val="002E2AE3"/>
    <w:rsid w:val="002E2B82"/>
    <w:rsid w:val="002E488F"/>
    <w:rsid w:val="002E4C1C"/>
    <w:rsid w:val="002E503A"/>
    <w:rsid w:val="002E696A"/>
    <w:rsid w:val="002E69E6"/>
    <w:rsid w:val="002E7905"/>
    <w:rsid w:val="002E79C1"/>
    <w:rsid w:val="002F0405"/>
    <w:rsid w:val="002F0703"/>
    <w:rsid w:val="002F07D8"/>
    <w:rsid w:val="002F2C02"/>
    <w:rsid w:val="002F779B"/>
    <w:rsid w:val="003001F1"/>
    <w:rsid w:val="0030047F"/>
    <w:rsid w:val="00301A91"/>
    <w:rsid w:val="00302D2B"/>
    <w:rsid w:val="003036E6"/>
    <w:rsid w:val="0030409A"/>
    <w:rsid w:val="00304D66"/>
    <w:rsid w:val="00305A00"/>
    <w:rsid w:val="003103CA"/>
    <w:rsid w:val="003110F9"/>
    <w:rsid w:val="003116A6"/>
    <w:rsid w:val="0031171A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A9F"/>
    <w:rsid w:val="00361F73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57D2"/>
    <w:rsid w:val="00395B5F"/>
    <w:rsid w:val="00395EBA"/>
    <w:rsid w:val="003970E4"/>
    <w:rsid w:val="00397759"/>
    <w:rsid w:val="003A09B3"/>
    <w:rsid w:val="003A2920"/>
    <w:rsid w:val="003A4A07"/>
    <w:rsid w:val="003A5CC1"/>
    <w:rsid w:val="003A6526"/>
    <w:rsid w:val="003A6B19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C02C7"/>
    <w:rsid w:val="003C091A"/>
    <w:rsid w:val="003C0F7E"/>
    <w:rsid w:val="003C1C97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D5BB9"/>
    <w:rsid w:val="003E0CE4"/>
    <w:rsid w:val="003E1166"/>
    <w:rsid w:val="003E1315"/>
    <w:rsid w:val="003E3600"/>
    <w:rsid w:val="003E3672"/>
    <w:rsid w:val="003E3C44"/>
    <w:rsid w:val="003E5E9E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3DFA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309F"/>
    <w:rsid w:val="00423F50"/>
    <w:rsid w:val="0042419D"/>
    <w:rsid w:val="004244F2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C20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80545"/>
    <w:rsid w:val="004827F7"/>
    <w:rsid w:val="00483164"/>
    <w:rsid w:val="00484283"/>
    <w:rsid w:val="004849D8"/>
    <w:rsid w:val="00484D2D"/>
    <w:rsid w:val="004854B0"/>
    <w:rsid w:val="00486B1D"/>
    <w:rsid w:val="0048774E"/>
    <w:rsid w:val="004901D7"/>
    <w:rsid w:val="00491E78"/>
    <w:rsid w:val="00492654"/>
    <w:rsid w:val="00495831"/>
    <w:rsid w:val="004962C0"/>
    <w:rsid w:val="004967B6"/>
    <w:rsid w:val="0049692D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F89"/>
    <w:rsid w:val="004F536D"/>
    <w:rsid w:val="004F6B24"/>
    <w:rsid w:val="00501168"/>
    <w:rsid w:val="005014A6"/>
    <w:rsid w:val="00502481"/>
    <w:rsid w:val="005047F9"/>
    <w:rsid w:val="00506610"/>
    <w:rsid w:val="0050683F"/>
    <w:rsid w:val="00506F96"/>
    <w:rsid w:val="0051317D"/>
    <w:rsid w:val="0051437A"/>
    <w:rsid w:val="005150D9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4735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64C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4FF8"/>
    <w:rsid w:val="0056547D"/>
    <w:rsid w:val="0056633F"/>
    <w:rsid w:val="0056744C"/>
    <w:rsid w:val="00567675"/>
    <w:rsid w:val="005677F7"/>
    <w:rsid w:val="005705E2"/>
    <w:rsid w:val="00570ACD"/>
    <w:rsid w:val="00572C75"/>
    <w:rsid w:val="00573C6B"/>
    <w:rsid w:val="005753B4"/>
    <w:rsid w:val="00577103"/>
    <w:rsid w:val="005772C9"/>
    <w:rsid w:val="005775AC"/>
    <w:rsid w:val="005775E7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5B"/>
    <w:rsid w:val="00592D7F"/>
    <w:rsid w:val="00593000"/>
    <w:rsid w:val="00593E8E"/>
    <w:rsid w:val="00594EA6"/>
    <w:rsid w:val="0059601A"/>
    <w:rsid w:val="0059636D"/>
    <w:rsid w:val="005968C2"/>
    <w:rsid w:val="00597A81"/>
    <w:rsid w:val="00597E06"/>
    <w:rsid w:val="005A0E04"/>
    <w:rsid w:val="005A4483"/>
    <w:rsid w:val="005A5799"/>
    <w:rsid w:val="005A6806"/>
    <w:rsid w:val="005A7828"/>
    <w:rsid w:val="005A7D05"/>
    <w:rsid w:val="005B049B"/>
    <w:rsid w:val="005B0A83"/>
    <w:rsid w:val="005B475F"/>
    <w:rsid w:val="005B51D6"/>
    <w:rsid w:val="005B58F8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4361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EC6"/>
    <w:rsid w:val="00606EF4"/>
    <w:rsid w:val="00607B23"/>
    <w:rsid w:val="0061090B"/>
    <w:rsid w:val="00612163"/>
    <w:rsid w:val="00612506"/>
    <w:rsid w:val="006153AE"/>
    <w:rsid w:val="00615491"/>
    <w:rsid w:val="006205DC"/>
    <w:rsid w:val="006211C7"/>
    <w:rsid w:val="00622312"/>
    <w:rsid w:val="00622BCE"/>
    <w:rsid w:val="00623C4D"/>
    <w:rsid w:val="0062462F"/>
    <w:rsid w:val="00624FF4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960"/>
    <w:rsid w:val="00651A15"/>
    <w:rsid w:val="006520A3"/>
    <w:rsid w:val="0065389D"/>
    <w:rsid w:val="00654E41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1F8"/>
    <w:rsid w:val="006765ED"/>
    <w:rsid w:val="0067742F"/>
    <w:rsid w:val="00677A22"/>
    <w:rsid w:val="00677E67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87F0F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B02F7"/>
    <w:rsid w:val="006B0884"/>
    <w:rsid w:val="006B0FCD"/>
    <w:rsid w:val="006B108A"/>
    <w:rsid w:val="006B129D"/>
    <w:rsid w:val="006B1A68"/>
    <w:rsid w:val="006B219E"/>
    <w:rsid w:val="006B3EF6"/>
    <w:rsid w:val="006B7BD4"/>
    <w:rsid w:val="006C1AB4"/>
    <w:rsid w:val="006C2FC2"/>
    <w:rsid w:val="006C4C82"/>
    <w:rsid w:val="006C54E8"/>
    <w:rsid w:val="006D1769"/>
    <w:rsid w:val="006D187B"/>
    <w:rsid w:val="006D2FC7"/>
    <w:rsid w:val="006D3F63"/>
    <w:rsid w:val="006D463D"/>
    <w:rsid w:val="006D4C88"/>
    <w:rsid w:val="006D5623"/>
    <w:rsid w:val="006D5D7C"/>
    <w:rsid w:val="006D6799"/>
    <w:rsid w:val="006E14E8"/>
    <w:rsid w:val="006E1DD1"/>
    <w:rsid w:val="006E1F1E"/>
    <w:rsid w:val="006E20B1"/>
    <w:rsid w:val="006E242F"/>
    <w:rsid w:val="006E32ED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5A7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854"/>
    <w:rsid w:val="007144A1"/>
    <w:rsid w:val="007145D1"/>
    <w:rsid w:val="00715DA1"/>
    <w:rsid w:val="00716095"/>
    <w:rsid w:val="007215FB"/>
    <w:rsid w:val="0072272B"/>
    <w:rsid w:val="00722E7B"/>
    <w:rsid w:val="007239D6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B17"/>
    <w:rsid w:val="00746F3E"/>
    <w:rsid w:val="0075169F"/>
    <w:rsid w:val="00751A73"/>
    <w:rsid w:val="0075311A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2C2"/>
    <w:rsid w:val="00783EBC"/>
    <w:rsid w:val="00784886"/>
    <w:rsid w:val="00784DC9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787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1C18"/>
    <w:rsid w:val="007B2997"/>
    <w:rsid w:val="007B2A10"/>
    <w:rsid w:val="007B36DD"/>
    <w:rsid w:val="007C110F"/>
    <w:rsid w:val="007C1552"/>
    <w:rsid w:val="007C32FC"/>
    <w:rsid w:val="007C335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0A3C"/>
    <w:rsid w:val="008027BE"/>
    <w:rsid w:val="00804A8C"/>
    <w:rsid w:val="008051BD"/>
    <w:rsid w:val="00805419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EA4"/>
    <w:rsid w:val="00825030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3234"/>
    <w:rsid w:val="0088396C"/>
    <w:rsid w:val="0088418D"/>
    <w:rsid w:val="00885683"/>
    <w:rsid w:val="008858FC"/>
    <w:rsid w:val="00887DA6"/>
    <w:rsid w:val="008903C2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C1CDE"/>
    <w:rsid w:val="008C1DF1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61FB"/>
    <w:rsid w:val="008D71E3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18F"/>
    <w:rsid w:val="00906369"/>
    <w:rsid w:val="00907C54"/>
    <w:rsid w:val="00907EAF"/>
    <w:rsid w:val="00910173"/>
    <w:rsid w:val="0091066D"/>
    <w:rsid w:val="009108F2"/>
    <w:rsid w:val="00910D06"/>
    <w:rsid w:val="0091234F"/>
    <w:rsid w:val="00915A84"/>
    <w:rsid w:val="009175BF"/>
    <w:rsid w:val="00920DE9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56E0"/>
    <w:rsid w:val="00946901"/>
    <w:rsid w:val="009469B6"/>
    <w:rsid w:val="00947E33"/>
    <w:rsid w:val="009508DD"/>
    <w:rsid w:val="00950B4A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27AD"/>
    <w:rsid w:val="00975CE7"/>
    <w:rsid w:val="00976614"/>
    <w:rsid w:val="00976992"/>
    <w:rsid w:val="00976ACA"/>
    <w:rsid w:val="00981184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A75E3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AC3"/>
    <w:rsid w:val="009C6EEF"/>
    <w:rsid w:val="009C7DF1"/>
    <w:rsid w:val="009D1D70"/>
    <w:rsid w:val="009D22FC"/>
    <w:rsid w:val="009D2F74"/>
    <w:rsid w:val="009D35DE"/>
    <w:rsid w:val="009D384C"/>
    <w:rsid w:val="009D55C6"/>
    <w:rsid w:val="009D5CF1"/>
    <w:rsid w:val="009D64ED"/>
    <w:rsid w:val="009D6991"/>
    <w:rsid w:val="009E2421"/>
    <w:rsid w:val="009E35F9"/>
    <w:rsid w:val="009E45D7"/>
    <w:rsid w:val="009E49FC"/>
    <w:rsid w:val="009E52EC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70AD"/>
    <w:rsid w:val="00A278CA"/>
    <w:rsid w:val="00A27FAA"/>
    <w:rsid w:val="00A30F72"/>
    <w:rsid w:val="00A3198D"/>
    <w:rsid w:val="00A32476"/>
    <w:rsid w:val="00A3305C"/>
    <w:rsid w:val="00A33D04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7C50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97E8B"/>
    <w:rsid w:val="00AA16C1"/>
    <w:rsid w:val="00AA1748"/>
    <w:rsid w:val="00AA1950"/>
    <w:rsid w:val="00AA1EBA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36F9"/>
    <w:rsid w:val="00AE49CB"/>
    <w:rsid w:val="00AE5A49"/>
    <w:rsid w:val="00AE6E10"/>
    <w:rsid w:val="00AE79E9"/>
    <w:rsid w:val="00AF04C7"/>
    <w:rsid w:val="00AF0698"/>
    <w:rsid w:val="00AF0F93"/>
    <w:rsid w:val="00AF151B"/>
    <w:rsid w:val="00AF1F5E"/>
    <w:rsid w:val="00AF2B62"/>
    <w:rsid w:val="00AF3000"/>
    <w:rsid w:val="00AF507D"/>
    <w:rsid w:val="00AF5A03"/>
    <w:rsid w:val="00B01617"/>
    <w:rsid w:val="00B017E9"/>
    <w:rsid w:val="00B02FD0"/>
    <w:rsid w:val="00B03FE6"/>
    <w:rsid w:val="00B0402D"/>
    <w:rsid w:val="00B043BA"/>
    <w:rsid w:val="00B055AA"/>
    <w:rsid w:val="00B12024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2D89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4B90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78F0"/>
    <w:rsid w:val="00B57971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19FB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7317"/>
    <w:rsid w:val="00BC77BF"/>
    <w:rsid w:val="00BC79BC"/>
    <w:rsid w:val="00BC7D42"/>
    <w:rsid w:val="00BD0D2F"/>
    <w:rsid w:val="00BD0D6A"/>
    <w:rsid w:val="00BD1EBD"/>
    <w:rsid w:val="00BD2D37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4028"/>
    <w:rsid w:val="00BF468C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32BC"/>
    <w:rsid w:val="00C33747"/>
    <w:rsid w:val="00C33E55"/>
    <w:rsid w:val="00C341D6"/>
    <w:rsid w:val="00C34FDD"/>
    <w:rsid w:val="00C406B4"/>
    <w:rsid w:val="00C415EB"/>
    <w:rsid w:val="00C41935"/>
    <w:rsid w:val="00C436D2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2D62"/>
    <w:rsid w:val="00C63095"/>
    <w:rsid w:val="00C635C4"/>
    <w:rsid w:val="00C64831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2AFC"/>
    <w:rsid w:val="00C73508"/>
    <w:rsid w:val="00C735AD"/>
    <w:rsid w:val="00C73825"/>
    <w:rsid w:val="00C74310"/>
    <w:rsid w:val="00C74323"/>
    <w:rsid w:val="00C7457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C4"/>
    <w:rsid w:val="00CE5E1C"/>
    <w:rsid w:val="00CE7EF6"/>
    <w:rsid w:val="00CF027E"/>
    <w:rsid w:val="00CF0829"/>
    <w:rsid w:val="00CF1B3A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1473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4FF"/>
    <w:rsid w:val="00D3181D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A56"/>
    <w:rsid w:val="00D825E1"/>
    <w:rsid w:val="00D832DE"/>
    <w:rsid w:val="00D84109"/>
    <w:rsid w:val="00D84EBD"/>
    <w:rsid w:val="00D85113"/>
    <w:rsid w:val="00D8565A"/>
    <w:rsid w:val="00D858CA"/>
    <w:rsid w:val="00D859BB"/>
    <w:rsid w:val="00D9020E"/>
    <w:rsid w:val="00D9043F"/>
    <w:rsid w:val="00D923F2"/>
    <w:rsid w:val="00D92AE8"/>
    <w:rsid w:val="00D953B0"/>
    <w:rsid w:val="00D95C83"/>
    <w:rsid w:val="00D95FF8"/>
    <w:rsid w:val="00D96678"/>
    <w:rsid w:val="00D97259"/>
    <w:rsid w:val="00D97F6C"/>
    <w:rsid w:val="00DA0F7E"/>
    <w:rsid w:val="00DA3AF2"/>
    <w:rsid w:val="00DA40DA"/>
    <w:rsid w:val="00DA4309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568E"/>
    <w:rsid w:val="00DC5705"/>
    <w:rsid w:val="00DC575D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D4C0B"/>
    <w:rsid w:val="00DE06CB"/>
    <w:rsid w:val="00DE0AA5"/>
    <w:rsid w:val="00DE34F5"/>
    <w:rsid w:val="00DE3716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4B4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6678"/>
    <w:rsid w:val="00E4759E"/>
    <w:rsid w:val="00E50F35"/>
    <w:rsid w:val="00E5181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2DC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234B"/>
    <w:rsid w:val="00E82910"/>
    <w:rsid w:val="00E8416D"/>
    <w:rsid w:val="00E8617C"/>
    <w:rsid w:val="00E867B9"/>
    <w:rsid w:val="00E86C43"/>
    <w:rsid w:val="00E917A5"/>
    <w:rsid w:val="00E92493"/>
    <w:rsid w:val="00E93603"/>
    <w:rsid w:val="00E93D48"/>
    <w:rsid w:val="00E95E15"/>
    <w:rsid w:val="00E9662A"/>
    <w:rsid w:val="00E97AF2"/>
    <w:rsid w:val="00EA0848"/>
    <w:rsid w:val="00EA0CB5"/>
    <w:rsid w:val="00EA210C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9E1"/>
    <w:rsid w:val="00EB5EC4"/>
    <w:rsid w:val="00EB7A6E"/>
    <w:rsid w:val="00EB7C4D"/>
    <w:rsid w:val="00EC0934"/>
    <w:rsid w:val="00EC1F3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E7DB8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F69"/>
    <w:rsid w:val="00F20375"/>
    <w:rsid w:val="00F2084B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1AE9"/>
    <w:rsid w:val="00F61D8D"/>
    <w:rsid w:val="00F61F25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3D97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B0D89"/>
    <w:rsid w:val="00FB1B1F"/>
    <w:rsid w:val="00FB2B3F"/>
    <w:rsid w:val="00FB2CA7"/>
    <w:rsid w:val="00FB59CD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2258A-A1E7-4808-86DF-578E8F40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hostak\Documents\&#1053;&#1072;&#1089;&#1090;&#1088;&#1086;&#1102;&#1074;&#1072;&#1085;&#1110;%20&#1096;&#1072;&#1073;&#1083;&#1086;&#1085;&#1080;%20Office\&#1047;&#1074;&#1110;&#1090;%20&#1087;&#1088;&#1086;%20&#1110;&#1085;&#1092;.%20&#1090;&#1072;%20&#1087;&#1072;&#1088;&#1072;&#1079;&#1080;&#1090;.%20&#1093;&#1074;&#1086;&#1088;.%20&#1079;&#1072;%2005.2025%20&#1090;&#1072;%205%20&#1084;&#1110;&#1089;.%202024-2025%20(&#1092;&#1086;&#1088;&#1084;&#1072;%20&#8470;1)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36E52CB-86EB-4CFD-81F5-E8440A093ED5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0E0FFD57-BECA-4071-9DFE-DA6BF351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Звіт про інф. та паразит. хвор. за 05.2025 та 5 міс. 2024-2025 (форма №1).dotx</Template>
  <TotalTime>1</TotalTime>
  <Pages>1</Pages>
  <Words>51065</Words>
  <Characters>29108</Characters>
  <Application>Microsoft Office Word</Application>
  <DocSecurity>0</DocSecurity>
  <Lines>242</Lines>
  <Paragraphs>160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80013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d.shostak</dc:creator>
  <cp:keywords/>
  <cp:lastModifiedBy>d.shostak</cp:lastModifiedBy>
  <cp:revision>3</cp:revision>
  <cp:lastPrinted>2016-08-18T07:42:00Z</cp:lastPrinted>
  <dcterms:created xsi:type="dcterms:W3CDTF">2025-06-20T07:38:00Z</dcterms:created>
  <dcterms:modified xsi:type="dcterms:W3CDTF">2025-06-20T07:38:00Z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  <property fmtid="{D5CDD505-2E9C-101B-9397-08002B2CF9AE}" pid="10" name="lcf76f155ced4ddcb4097134ff3c332f">
    <vt:lpwstr/>
  </property>
  <property fmtid="{D5CDD505-2E9C-101B-9397-08002B2CF9AE}" pid="11" name="TaxCatchAll">
    <vt:lpwstr/>
  </property>
</Properties>
</file>